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BF" w:rsidRPr="00F63BEF" w:rsidRDefault="00F22ABF" w:rsidP="00F63BEF">
      <w:pPr>
        <w:pStyle w:val="Style1"/>
        <w:widowControl/>
        <w:spacing w:before="67"/>
        <w:ind w:left="1416"/>
        <w:jc w:val="center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 xml:space="preserve">РОССИЙСКАЯ ФЕДЕРАЦИЯ </w:t>
      </w:r>
      <w:r w:rsidRPr="00F63BEF">
        <w:rPr>
          <w:rStyle w:val="FontStyle11"/>
          <w:sz w:val="28"/>
          <w:szCs w:val="28"/>
        </w:rPr>
        <w:br/>
        <w:t>АДМИНИСТРАЦИЯ НОВОПЕРШИНСКОГО СЕЛЬСОВЕТА ДМИТРИЕВСКОГО РАЙОНА КУРСКОЙ ОБЛАСТИ</w:t>
      </w:r>
    </w:p>
    <w:p w:rsidR="00F22ABF" w:rsidRPr="00F63BEF" w:rsidRDefault="00F22ABF" w:rsidP="00E97B8D">
      <w:pPr>
        <w:pStyle w:val="Style2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22ABF" w:rsidRPr="00F63BEF" w:rsidRDefault="00F22ABF" w:rsidP="00E97B8D">
      <w:pPr>
        <w:pStyle w:val="Style2"/>
        <w:widowControl/>
        <w:spacing w:before="96"/>
        <w:jc w:val="center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ПОСТАНОВЛЕНИЕ</w:t>
      </w:r>
    </w:p>
    <w:p w:rsidR="00F22ABF" w:rsidRPr="00F63BEF" w:rsidRDefault="00F22ABF" w:rsidP="00E97B8D">
      <w:pPr>
        <w:pStyle w:val="Style3"/>
        <w:widowControl/>
        <w:spacing w:line="240" w:lineRule="exact"/>
        <w:ind w:right="5184"/>
        <w:rPr>
          <w:rFonts w:ascii="Times New Roman" w:hAnsi="Times New Roman" w:cs="Times New Roman"/>
          <w:sz w:val="28"/>
          <w:szCs w:val="28"/>
        </w:rPr>
      </w:pPr>
    </w:p>
    <w:p w:rsidR="00F22ABF" w:rsidRPr="00F63BEF" w:rsidRDefault="00F22ABF" w:rsidP="00E97B8D">
      <w:pPr>
        <w:pStyle w:val="Style3"/>
        <w:widowControl/>
        <w:spacing w:before="77"/>
        <w:ind w:right="5184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от 14 октября 2016 года  № 193</w:t>
      </w:r>
    </w:p>
    <w:p w:rsidR="00F22ABF" w:rsidRPr="00F63BEF" w:rsidRDefault="00F22ABF" w:rsidP="00E97B8D">
      <w:pPr>
        <w:pStyle w:val="Style3"/>
        <w:widowControl/>
        <w:spacing w:before="77"/>
        <w:ind w:right="5184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д.Новая Першина</w:t>
      </w:r>
    </w:p>
    <w:p w:rsidR="00F22ABF" w:rsidRPr="00F63BEF" w:rsidRDefault="00F22ABF" w:rsidP="00E97B8D">
      <w:pPr>
        <w:pStyle w:val="Style3"/>
        <w:widowControl/>
        <w:spacing w:before="67"/>
        <w:ind w:right="4147" w:firstLine="72"/>
        <w:rPr>
          <w:rFonts w:ascii="Times New Roman" w:hAnsi="Times New Roman" w:cs="Times New Roman"/>
          <w:sz w:val="28"/>
          <w:szCs w:val="28"/>
        </w:rPr>
      </w:pPr>
    </w:p>
    <w:p w:rsidR="00F22ABF" w:rsidRPr="00F63BEF" w:rsidRDefault="00F22ABF" w:rsidP="00E97B8D">
      <w:pPr>
        <w:pStyle w:val="Style3"/>
        <w:widowControl/>
        <w:ind w:right="4145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О внесении изменений в постановление</w:t>
      </w:r>
    </w:p>
    <w:p w:rsidR="00F22ABF" w:rsidRPr="00F63BEF" w:rsidRDefault="00F22ABF" w:rsidP="00E97B8D">
      <w:pPr>
        <w:pStyle w:val="Style3"/>
        <w:widowControl/>
        <w:ind w:right="4145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 xml:space="preserve">№ 41 от 15.02.2016 г. "Об утверждении схемы расположения земельного участка, расположенного по адресу: Курская область, Дмитриевский район, Новопершинский сельсовет, </w:t>
      </w:r>
    </w:p>
    <w:p w:rsidR="00F22ABF" w:rsidRPr="00F63BEF" w:rsidRDefault="00F22ABF" w:rsidP="00E97B8D">
      <w:pPr>
        <w:pStyle w:val="Style3"/>
        <w:widowControl/>
        <w:ind w:right="4145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с. Рогозна"</w:t>
      </w:r>
    </w:p>
    <w:p w:rsidR="00F22ABF" w:rsidRPr="00F63BEF" w:rsidRDefault="00F22ABF" w:rsidP="00E97B8D">
      <w:pPr>
        <w:pStyle w:val="Style4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2ABF" w:rsidRPr="00F63BEF" w:rsidRDefault="00F22ABF" w:rsidP="00E97B8D">
      <w:pPr>
        <w:pStyle w:val="Style4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22ABF" w:rsidRPr="00F63BEF" w:rsidRDefault="00F22ABF" w:rsidP="00E97B8D">
      <w:pPr>
        <w:pStyle w:val="Style4"/>
        <w:widowControl/>
        <w:ind w:firstLine="709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Администрация Новопершинского сельсовета Дмитриевского района Курской области ПОСТАНОВЛЯЕТ:</w:t>
      </w:r>
    </w:p>
    <w:p w:rsidR="00F22ABF" w:rsidRPr="00F63BEF" w:rsidRDefault="00F22ABF" w:rsidP="00E97B8D">
      <w:pPr>
        <w:pStyle w:val="Style4"/>
        <w:widowControl/>
        <w:ind w:firstLine="720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1. Внести изменения в постановление № 41 от 15.02.2016 г. "Об утверждении  схемы расположения земельного участка, расположенного по адресу: Курская область, Дмитриевский район, Новопершинский сельсовет, с. Рогозна", вместо слов "для ведения личного подсобного хозяйства", читать "приусадебный участок личного подсобного хозяйства", остальное без изменений.</w:t>
      </w:r>
    </w:p>
    <w:p w:rsidR="00F22ABF" w:rsidRPr="00F63BEF" w:rsidRDefault="00F22ABF" w:rsidP="00E97B8D">
      <w:pPr>
        <w:pStyle w:val="Style4"/>
        <w:widowControl/>
        <w:ind w:firstLine="696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2.Контроль за выполнением настоящего постановления оставляю за собой.</w:t>
      </w:r>
    </w:p>
    <w:p w:rsidR="00F22ABF" w:rsidRPr="00F63BEF" w:rsidRDefault="00F22ABF" w:rsidP="00E97B8D">
      <w:pPr>
        <w:pStyle w:val="Style4"/>
        <w:widowControl/>
        <w:ind w:left="734" w:firstLine="0"/>
        <w:jc w:val="left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3. Постановление вступает в силу со дня его подписания.</w:t>
      </w:r>
    </w:p>
    <w:p w:rsidR="00F22ABF" w:rsidRPr="00F63BEF" w:rsidRDefault="00F22ABF" w:rsidP="00E97B8D">
      <w:pPr>
        <w:pStyle w:val="Style4"/>
        <w:widowControl/>
        <w:ind w:left="734" w:firstLine="0"/>
        <w:jc w:val="left"/>
        <w:rPr>
          <w:rStyle w:val="FontStyle11"/>
          <w:sz w:val="28"/>
          <w:szCs w:val="28"/>
        </w:rPr>
      </w:pPr>
    </w:p>
    <w:p w:rsidR="00F22ABF" w:rsidRPr="00F63BEF" w:rsidRDefault="00F22ABF" w:rsidP="00E97B8D">
      <w:pPr>
        <w:pStyle w:val="Style4"/>
        <w:widowControl/>
        <w:ind w:left="734" w:firstLine="0"/>
        <w:jc w:val="left"/>
        <w:rPr>
          <w:rStyle w:val="FontStyle11"/>
          <w:sz w:val="28"/>
          <w:szCs w:val="28"/>
        </w:rPr>
      </w:pPr>
    </w:p>
    <w:p w:rsidR="00F22ABF" w:rsidRPr="00F63BEF" w:rsidRDefault="00F22ABF" w:rsidP="00E97B8D">
      <w:pPr>
        <w:pStyle w:val="Style4"/>
        <w:widowControl/>
        <w:ind w:left="734" w:firstLine="0"/>
        <w:jc w:val="left"/>
        <w:rPr>
          <w:rStyle w:val="FontStyle11"/>
          <w:sz w:val="28"/>
          <w:szCs w:val="28"/>
        </w:rPr>
      </w:pPr>
    </w:p>
    <w:p w:rsidR="00F22ABF" w:rsidRPr="00F63BEF" w:rsidRDefault="00F22ABF" w:rsidP="00E97B8D">
      <w:pPr>
        <w:pStyle w:val="Style4"/>
        <w:widowControl/>
        <w:ind w:firstLine="0"/>
        <w:jc w:val="left"/>
        <w:rPr>
          <w:rStyle w:val="FontStyle11"/>
          <w:sz w:val="28"/>
          <w:szCs w:val="28"/>
        </w:rPr>
      </w:pPr>
      <w:r w:rsidRPr="00F63BEF">
        <w:rPr>
          <w:rStyle w:val="FontStyle11"/>
          <w:sz w:val="28"/>
          <w:szCs w:val="28"/>
        </w:rPr>
        <w:t>Глава Новопершинского сельсовета</w:t>
      </w:r>
      <w:r w:rsidRPr="00F63BEF">
        <w:rPr>
          <w:rStyle w:val="FontStyle11"/>
          <w:sz w:val="28"/>
          <w:szCs w:val="28"/>
        </w:rPr>
        <w:tab/>
      </w:r>
      <w:r w:rsidRPr="00F63BEF"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</w:r>
      <w:r>
        <w:rPr>
          <w:rStyle w:val="FontStyle11"/>
          <w:sz w:val="28"/>
          <w:szCs w:val="28"/>
        </w:rPr>
        <w:tab/>
        <w:t>А.Н. Дорожкин</w:t>
      </w:r>
    </w:p>
    <w:p w:rsidR="00F22ABF" w:rsidRPr="00F63BEF" w:rsidRDefault="00F22ABF" w:rsidP="00E97B8D">
      <w:pPr>
        <w:pStyle w:val="Style4"/>
        <w:widowControl/>
        <w:ind w:firstLine="0"/>
        <w:jc w:val="left"/>
        <w:rPr>
          <w:rStyle w:val="FontStyle11"/>
          <w:sz w:val="28"/>
          <w:szCs w:val="28"/>
        </w:rPr>
      </w:pPr>
    </w:p>
    <w:p w:rsidR="00F22ABF" w:rsidRPr="00F63BEF" w:rsidRDefault="00F22ABF" w:rsidP="00E97B8D">
      <w:pPr>
        <w:pStyle w:val="Style4"/>
        <w:widowControl/>
        <w:ind w:firstLine="0"/>
        <w:jc w:val="left"/>
        <w:rPr>
          <w:rStyle w:val="FontStyle11"/>
          <w:sz w:val="24"/>
          <w:szCs w:val="24"/>
        </w:rPr>
        <w:sectPr w:rsidR="00F22ABF" w:rsidRPr="00F63BEF" w:rsidSect="00E97B8D">
          <w:pgSz w:w="11905" w:h="16837"/>
          <w:pgMar w:top="1047" w:right="943" w:bottom="1164" w:left="1629" w:header="720" w:footer="720" w:gutter="0"/>
          <w:cols w:space="60"/>
          <w:noEndnote/>
        </w:sectPr>
      </w:pPr>
      <w:r w:rsidRPr="00F63BEF">
        <w:rPr>
          <w:rStyle w:val="FontStyle11"/>
          <w:sz w:val="24"/>
          <w:szCs w:val="24"/>
        </w:rPr>
        <w:t>Исполнитель: Г.А. Азарова</w:t>
      </w:r>
    </w:p>
    <w:p w:rsidR="00F22ABF" w:rsidRPr="00F63BEF" w:rsidRDefault="00F22ABF" w:rsidP="00E97B8D">
      <w:pPr>
        <w:pStyle w:val="Style4"/>
        <w:widowControl/>
        <w:ind w:left="734" w:firstLine="0"/>
        <w:jc w:val="left"/>
        <w:rPr>
          <w:rStyle w:val="FontStyle11"/>
          <w:sz w:val="28"/>
          <w:szCs w:val="28"/>
        </w:rPr>
        <w:sectPr w:rsidR="00F22ABF" w:rsidRPr="00F63BEF">
          <w:type w:val="continuous"/>
          <w:pgSz w:w="11905" w:h="16837"/>
          <w:pgMar w:top="1047" w:right="943" w:bottom="1164" w:left="1629" w:header="720" w:footer="720" w:gutter="0"/>
          <w:cols w:space="60"/>
          <w:noEndnote/>
        </w:sectPr>
      </w:pPr>
    </w:p>
    <w:p w:rsidR="00F22ABF" w:rsidRPr="00F63BEF" w:rsidRDefault="00F22ABF">
      <w:pPr>
        <w:rPr>
          <w:rFonts w:ascii="Times New Roman" w:hAnsi="Times New Roman" w:cs="Times New Roman"/>
          <w:sz w:val="28"/>
          <w:szCs w:val="28"/>
        </w:rPr>
      </w:pPr>
    </w:p>
    <w:sectPr w:rsidR="00F22ABF" w:rsidRPr="00F63BEF" w:rsidSect="00831742">
      <w:type w:val="continuous"/>
      <w:pgSz w:w="11905" w:h="16837"/>
      <w:pgMar w:top="1047" w:right="943" w:bottom="1164" w:left="162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B8D"/>
    <w:rsid w:val="00003737"/>
    <w:rsid w:val="000F68AD"/>
    <w:rsid w:val="002F57F8"/>
    <w:rsid w:val="00466701"/>
    <w:rsid w:val="00831742"/>
    <w:rsid w:val="00AA5898"/>
    <w:rsid w:val="00B026C9"/>
    <w:rsid w:val="00DF5AF6"/>
    <w:rsid w:val="00E97B8D"/>
    <w:rsid w:val="00F22ABF"/>
    <w:rsid w:val="00F63BEF"/>
    <w:rsid w:val="00FD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74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E97B8D"/>
    <w:pPr>
      <w:widowControl w:val="0"/>
      <w:autoSpaceDE w:val="0"/>
      <w:autoSpaceDN w:val="0"/>
      <w:adjustRightInd w:val="0"/>
      <w:spacing w:after="0" w:line="317" w:lineRule="exact"/>
      <w:ind w:hanging="494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E97B8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3">
    <w:name w:val="Style3"/>
    <w:basedOn w:val="Normal"/>
    <w:uiPriority w:val="99"/>
    <w:rsid w:val="00E97B8D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paragraph" w:customStyle="1" w:styleId="Style4">
    <w:name w:val="Style4"/>
    <w:basedOn w:val="Normal"/>
    <w:uiPriority w:val="99"/>
    <w:rsid w:val="00E97B8D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E97B8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155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Ingener1</dc:creator>
  <cp:keywords/>
  <dc:description/>
  <cp:lastModifiedBy>а</cp:lastModifiedBy>
  <cp:revision>5</cp:revision>
  <cp:lastPrinted>2016-10-20T08:15:00Z</cp:lastPrinted>
  <dcterms:created xsi:type="dcterms:W3CDTF">2016-10-19T09:17:00Z</dcterms:created>
  <dcterms:modified xsi:type="dcterms:W3CDTF">2016-10-20T08:15:00Z</dcterms:modified>
</cp:coreProperties>
</file>