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80" w:rsidRPr="000408A2" w:rsidRDefault="00675580" w:rsidP="00DF144A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0408A2">
        <w:rPr>
          <w:b/>
          <w:bCs/>
          <w:sz w:val="28"/>
          <w:szCs w:val="28"/>
        </w:rPr>
        <w:t>РОССИЙСКАЯ  ФЕДЕРАЦИЯ</w:t>
      </w:r>
    </w:p>
    <w:p w:rsidR="00675580" w:rsidRPr="000408A2" w:rsidRDefault="00675580" w:rsidP="00DF144A">
      <w:pPr>
        <w:jc w:val="center"/>
        <w:outlineLvl w:val="0"/>
        <w:rPr>
          <w:b/>
          <w:bCs/>
          <w:sz w:val="28"/>
          <w:szCs w:val="28"/>
        </w:rPr>
      </w:pPr>
      <w:r w:rsidRPr="000408A2">
        <w:rPr>
          <w:b/>
          <w:bCs/>
          <w:sz w:val="28"/>
          <w:szCs w:val="28"/>
        </w:rPr>
        <w:t xml:space="preserve">АДМИНИСТРАЦИЯ  </w:t>
      </w:r>
      <w:r>
        <w:rPr>
          <w:b/>
          <w:bCs/>
          <w:sz w:val="28"/>
          <w:szCs w:val="28"/>
        </w:rPr>
        <w:t>НОВОПЕРШИНСКОГО</w:t>
      </w:r>
      <w:r w:rsidRPr="000408A2">
        <w:rPr>
          <w:b/>
          <w:bCs/>
          <w:sz w:val="28"/>
          <w:szCs w:val="28"/>
        </w:rPr>
        <w:t xml:space="preserve"> СЕЛЬСОВЕТА </w:t>
      </w:r>
    </w:p>
    <w:p w:rsidR="00675580" w:rsidRPr="000408A2" w:rsidRDefault="00675580" w:rsidP="00DF144A">
      <w:pPr>
        <w:jc w:val="center"/>
        <w:outlineLvl w:val="0"/>
        <w:rPr>
          <w:b/>
          <w:bCs/>
          <w:sz w:val="28"/>
          <w:szCs w:val="28"/>
        </w:rPr>
      </w:pPr>
      <w:r w:rsidRPr="000408A2">
        <w:rPr>
          <w:b/>
          <w:bCs/>
          <w:sz w:val="28"/>
          <w:szCs w:val="28"/>
        </w:rPr>
        <w:t>ДМИТРИЕВСКОГО РАЙОНА  КУРСКОЙ ОБЛАСТИ</w:t>
      </w:r>
    </w:p>
    <w:p w:rsidR="00675580" w:rsidRPr="000408A2" w:rsidRDefault="00675580" w:rsidP="00DF144A">
      <w:pPr>
        <w:jc w:val="center"/>
        <w:rPr>
          <w:b/>
          <w:bCs/>
          <w:sz w:val="28"/>
          <w:szCs w:val="28"/>
        </w:rPr>
      </w:pPr>
    </w:p>
    <w:p w:rsidR="00675580" w:rsidRPr="000408A2" w:rsidRDefault="00675580" w:rsidP="00DF144A">
      <w:pPr>
        <w:jc w:val="center"/>
        <w:outlineLvl w:val="0"/>
        <w:rPr>
          <w:b/>
          <w:bCs/>
          <w:sz w:val="28"/>
          <w:szCs w:val="28"/>
        </w:rPr>
      </w:pPr>
      <w:r w:rsidRPr="000408A2">
        <w:rPr>
          <w:b/>
          <w:bCs/>
          <w:sz w:val="28"/>
          <w:szCs w:val="28"/>
        </w:rPr>
        <w:t>ПОСТАНОВЛЕНИЕ</w:t>
      </w:r>
    </w:p>
    <w:p w:rsidR="00675580" w:rsidRDefault="00675580" w:rsidP="00DF144A">
      <w:pPr>
        <w:rPr>
          <w:sz w:val="28"/>
          <w:szCs w:val="28"/>
        </w:rPr>
      </w:pPr>
    </w:p>
    <w:p w:rsidR="00675580" w:rsidRDefault="00675580" w:rsidP="00DF144A">
      <w:pPr>
        <w:rPr>
          <w:sz w:val="28"/>
          <w:szCs w:val="28"/>
        </w:rPr>
      </w:pPr>
      <w:r>
        <w:rPr>
          <w:sz w:val="28"/>
          <w:szCs w:val="28"/>
        </w:rPr>
        <w:t>от  10 апреля   2017 года            д. Новая Першина                              № 39</w:t>
      </w:r>
    </w:p>
    <w:p w:rsidR="00675580" w:rsidRPr="00930F76" w:rsidRDefault="00675580" w:rsidP="00DF144A">
      <w:pPr>
        <w:rPr>
          <w:sz w:val="28"/>
          <w:szCs w:val="28"/>
        </w:rPr>
      </w:pPr>
    </w:p>
    <w:p w:rsidR="00675580" w:rsidRDefault="00675580" w:rsidP="001B1B25">
      <w:pPr>
        <w:tabs>
          <w:tab w:val="left" w:pos="14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должностной инструкции муниципального</w:t>
      </w:r>
    </w:p>
    <w:p w:rsidR="00675580" w:rsidRDefault="00675580" w:rsidP="001B1B25">
      <w:pPr>
        <w:tabs>
          <w:tab w:val="left" w:pos="14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служащего, замещающего должность заместителя Главы Администрации Новопершинского сельсовета Дмитриевского района Курской области</w:t>
      </w:r>
    </w:p>
    <w:p w:rsidR="00675580" w:rsidRPr="002A00D6" w:rsidRDefault="00675580" w:rsidP="009C2F37">
      <w:pPr>
        <w:tabs>
          <w:tab w:val="left" w:pos="1440"/>
        </w:tabs>
        <w:rPr>
          <w:b/>
          <w:bCs/>
          <w:sz w:val="28"/>
          <w:szCs w:val="28"/>
        </w:rPr>
      </w:pPr>
    </w:p>
    <w:p w:rsidR="00675580" w:rsidRDefault="00675580" w:rsidP="00CD4E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 xml:space="preserve">  </w:t>
      </w:r>
      <w:r w:rsidRPr="00B96C81">
        <w:rPr>
          <w:sz w:val="28"/>
          <w:szCs w:val="28"/>
        </w:rPr>
        <w:t>В соответствии с Федеральным законом от 02 марта 2007 года № 25-ФЗ «О муниципальной службе в Российской Федерации», Законом Курской области от 13 июня 2007 года № 60-ЗКО «О муниципальной службе в Курской области»,</w:t>
      </w:r>
      <w:r>
        <w:rPr>
          <w:sz w:val="28"/>
          <w:szCs w:val="28"/>
        </w:rPr>
        <w:t xml:space="preserve">  Уставом муниципального образования «Новопершинский сельсовет» Дмитриевского района Курской области  и в целях совершенствования системы муниципального управления в муниципальном образовании «Новопершинский сельсовет» Дмитриевского района Курской  области, администрация Новопершинского сельсовета Дмитриевского района ПОСТАНОВЛЯЕТ:</w:t>
      </w:r>
    </w:p>
    <w:p w:rsidR="00675580" w:rsidRDefault="00675580" w:rsidP="00D25647">
      <w:pPr>
        <w:tabs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</w:t>
      </w:r>
      <w:r w:rsidRPr="001B1B25">
        <w:rPr>
          <w:sz w:val="28"/>
          <w:szCs w:val="28"/>
        </w:rPr>
        <w:t>Утвердить прилагаемую должностную инструкцию муниципального</w:t>
      </w:r>
      <w:r>
        <w:rPr>
          <w:sz w:val="28"/>
          <w:szCs w:val="28"/>
        </w:rPr>
        <w:t xml:space="preserve"> </w:t>
      </w:r>
      <w:r w:rsidRPr="001B1B25">
        <w:rPr>
          <w:sz w:val="28"/>
          <w:szCs w:val="28"/>
        </w:rPr>
        <w:t xml:space="preserve">служащего, замещающего должность заместителя Главы Администрации </w:t>
      </w:r>
      <w:r>
        <w:rPr>
          <w:sz w:val="28"/>
          <w:szCs w:val="28"/>
        </w:rPr>
        <w:t>Новопершинского</w:t>
      </w:r>
      <w:r w:rsidRPr="001B1B25">
        <w:rPr>
          <w:sz w:val="28"/>
          <w:szCs w:val="28"/>
        </w:rPr>
        <w:t xml:space="preserve"> сельсовета Дмитриевского района Курской области</w:t>
      </w:r>
    </w:p>
    <w:p w:rsidR="00675580" w:rsidRDefault="00675580" w:rsidP="00CD4E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Признать утратившим силу  </w:t>
      </w:r>
      <w:r w:rsidRPr="00EB14CC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Администрации</w:t>
      </w:r>
      <w:r w:rsidRPr="00EB14CC">
        <w:rPr>
          <w:sz w:val="28"/>
          <w:szCs w:val="28"/>
        </w:rPr>
        <w:t xml:space="preserve"> </w:t>
      </w:r>
      <w:r>
        <w:rPr>
          <w:sz w:val="28"/>
          <w:szCs w:val="28"/>
        </w:rPr>
        <w:t>Новопершинского сельсовета Д</w:t>
      </w:r>
      <w:r w:rsidRPr="00EB14CC">
        <w:rPr>
          <w:sz w:val="28"/>
          <w:szCs w:val="28"/>
        </w:rPr>
        <w:t xml:space="preserve">митриевского района Курской области от </w:t>
      </w:r>
    </w:p>
    <w:p w:rsidR="00675580" w:rsidRPr="00FB73C3" w:rsidRDefault="00675580" w:rsidP="00CD4E59">
      <w:pPr>
        <w:jc w:val="both"/>
        <w:rPr>
          <w:sz w:val="28"/>
          <w:szCs w:val="28"/>
        </w:rPr>
      </w:pPr>
      <w:r w:rsidRPr="00EB14CC">
        <w:rPr>
          <w:sz w:val="28"/>
          <w:szCs w:val="28"/>
        </w:rPr>
        <w:t xml:space="preserve"> </w:t>
      </w:r>
      <w:r>
        <w:rPr>
          <w:sz w:val="28"/>
          <w:szCs w:val="28"/>
        </w:rPr>
        <w:t>14 сентября 2012</w:t>
      </w:r>
      <w:r w:rsidRPr="00EB14CC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62</w:t>
      </w:r>
      <w:r w:rsidRPr="00EB14C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 xml:space="preserve">Об утверждении должностных инструкций </w:t>
      </w:r>
      <w:r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муниципальных служащих Администрации Новопершинского сельсовета Дмитриевского района  Курской области</w:t>
      </w:r>
      <w:r w:rsidRPr="00EB14CC">
        <w:rPr>
          <w:spacing w:val="1"/>
          <w:sz w:val="28"/>
          <w:szCs w:val="28"/>
        </w:rPr>
        <w:t>»;</w:t>
      </w:r>
    </w:p>
    <w:p w:rsidR="00675580" w:rsidRDefault="00675580" w:rsidP="00CD4E59">
      <w:pPr>
        <w:ind w:firstLine="420"/>
        <w:jc w:val="both"/>
        <w:rPr>
          <w:sz w:val="28"/>
          <w:szCs w:val="28"/>
        </w:rPr>
      </w:pPr>
    </w:p>
    <w:p w:rsidR="00675580" w:rsidRDefault="00675580" w:rsidP="00CD4E59">
      <w:pPr>
        <w:ind w:firstLine="420"/>
        <w:jc w:val="both"/>
      </w:pPr>
      <w:r>
        <w:rPr>
          <w:sz w:val="28"/>
          <w:szCs w:val="28"/>
        </w:rPr>
        <w:t>2</w:t>
      </w:r>
      <w:r w:rsidRPr="00930F7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П</w:t>
      </w:r>
      <w:r w:rsidRPr="00930F76">
        <w:rPr>
          <w:sz w:val="28"/>
          <w:szCs w:val="28"/>
        </w:rPr>
        <w:t>остановление вступает в силу со дня его подписания</w:t>
      </w:r>
      <w:r>
        <w:t xml:space="preserve">. </w:t>
      </w:r>
    </w:p>
    <w:p w:rsidR="00675580" w:rsidRDefault="00675580" w:rsidP="00CD4E59">
      <w:pPr>
        <w:jc w:val="both"/>
        <w:rPr>
          <w:sz w:val="28"/>
          <w:szCs w:val="28"/>
        </w:rPr>
      </w:pPr>
    </w:p>
    <w:p w:rsidR="00675580" w:rsidRDefault="00675580" w:rsidP="00CD4E5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Новопершинского сельсовета                                         А.Н.Дорожкин</w:t>
      </w:r>
    </w:p>
    <w:p w:rsidR="00675580" w:rsidRDefault="00675580" w:rsidP="00DF144A">
      <w:pPr>
        <w:jc w:val="both"/>
      </w:pPr>
    </w:p>
    <w:p w:rsidR="00675580" w:rsidRDefault="00675580" w:rsidP="00DF144A">
      <w:pPr>
        <w:jc w:val="both"/>
      </w:pPr>
      <w:r>
        <w:t>Исполнитель:</w:t>
      </w:r>
    </w:p>
    <w:p w:rsidR="00675580" w:rsidRDefault="00675580" w:rsidP="00DF144A">
      <w:pPr>
        <w:jc w:val="both"/>
      </w:pPr>
      <w:r>
        <w:t>Г.А.Азарова</w:t>
      </w:r>
    </w:p>
    <w:p w:rsidR="00675580" w:rsidRPr="00FB4A7D" w:rsidRDefault="00675580" w:rsidP="000556B0">
      <w:pPr>
        <w:keepNext/>
        <w:keepLines/>
        <w:ind w:left="4962"/>
        <w:outlineLvl w:val="0"/>
        <w:rPr>
          <w:sz w:val="28"/>
          <w:szCs w:val="28"/>
        </w:rPr>
      </w:pPr>
      <w:r w:rsidRPr="00FB4A7D">
        <w:rPr>
          <w:sz w:val="28"/>
          <w:szCs w:val="28"/>
        </w:rPr>
        <w:t>УТВЕРЖД</w:t>
      </w:r>
      <w:r>
        <w:rPr>
          <w:sz w:val="28"/>
          <w:szCs w:val="28"/>
        </w:rPr>
        <w:t>ЕНА</w:t>
      </w:r>
    </w:p>
    <w:p w:rsidR="00675580" w:rsidRDefault="00675580" w:rsidP="000556B0">
      <w:pPr>
        <w:keepNext/>
        <w:keepLines/>
        <w:ind w:left="4962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675580" w:rsidRDefault="00675580" w:rsidP="000556B0">
      <w:pPr>
        <w:keepNext/>
        <w:keepLines/>
        <w:ind w:left="4962"/>
        <w:outlineLvl w:val="0"/>
        <w:rPr>
          <w:sz w:val="28"/>
          <w:szCs w:val="28"/>
        </w:rPr>
      </w:pPr>
      <w:r>
        <w:rPr>
          <w:sz w:val="28"/>
          <w:szCs w:val="28"/>
        </w:rPr>
        <w:t>Новопершинского  сельсовета</w:t>
      </w:r>
    </w:p>
    <w:p w:rsidR="00675580" w:rsidRDefault="00675580" w:rsidP="000556B0">
      <w:pPr>
        <w:keepNext/>
        <w:keepLines/>
        <w:ind w:left="4962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Дмитриевского района </w:t>
      </w:r>
    </w:p>
    <w:p w:rsidR="00675580" w:rsidRPr="00FB4A7D" w:rsidRDefault="00675580" w:rsidP="000556B0">
      <w:pPr>
        <w:keepNext/>
        <w:keepLines/>
        <w:ind w:left="4962"/>
        <w:outlineLvl w:val="0"/>
        <w:rPr>
          <w:sz w:val="28"/>
          <w:szCs w:val="28"/>
        </w:rPr>
      </w:pPr>
      <w:r>
        <w:rPr>
          <w:sz w:val="28"/>
          <w:szCs w:val="28"/>
        </w:rPr>
        <w:t>Курской области</w:t>
      </w:r>
    </w:p>
    <w:p w:rsidR="00675580" w:rsidRDefault="00675580" w:rsidP="000556B0">
      <w:pPr>
        <w:keepNext/>
        <w:keepLines/>
        <w:ind w:left="4962"/>
        <w:outlineLvl w:val="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FB4A7D">
        <w:rPr>
          <w:sz w:val="28"/>
          <w:szCs w:val="28"/>
        </w:rPr>
        <w:t>«</w:t>
      </w:r>
      <w:r>
        <w:rPr>
          <w:sz w:val="28"/>
          <w:szCs w:val="28"/>
        </w:rPr>
        <w:t>10</w:t>
      </w:r>
      <w:r w:rsidRPr="00FB4A7D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апреля </w:t>
      </w:r>
      <w:r w:rsidRPr="00FB4A7D">
        <w:rPr>
          <w:sz w:val="28"/>
          <w:szCs w:val="28"/>
        </w:rPr>
        <w:t>20</w:t>
      </w:r>
      <w:r>
        <w:rPr>
          <w:sz w:val="28"/>
          <w:szCs w:val="28"/>
        </w:rPr>
        <w:t xml:space="preserve">17 </w:t>
      </w:r>
      <w:r w:rsidRPr="00FB4A7D">
        <w:rPr>
          <w:sz w:val="28"/>
          <w:szCs w:val="28"/>
        </w:rPr>
        <w:t>г.</w:t>
      </w:r>
      <w:r>
        <w:rPr>
          <w:sz w:val="28"/>
          <w:szCs w:val="28"/>
        </w:rPr>
        <w:t xml:space="preserve"> №39</w:t>
      </w:r>
    </w:p>
    <w:p w:rsidR="00675580" w:rsidRDefault="00675580" w:rsidP="000556B0">
      <w:pPr>
        <w:keepNext/>
        <w:keepLines/>
        <w:ind w:left="4962"/>
        <w:jc w:val="center"/>
        <w:outlineLvl w:val="0"/>
        <w:rPr>
          <w:b/>
          <w:bCs/>
          <w:sz w:val="28"/>
          <w:szCs w:val="28"/>
        </w:rPr>
      </w:pPr>
    </w:p>
    <w:p w:rsidR="00675580" w:rsidRDefault="00675580" w:rsidP="000556B0">
      <w:pPr>
        <w:keepNext/>
        <w:keepLines/>
        <w:jc w:val="center"/>
        <w:outlineLvl w:val="0"/>
        <w:rPr>
          <w:sz w:val="28"/>
          <w:szCs w:val="28"/>
        </w:rPr>
      </w:pPr>
      <w:r w:rsidRPr="007306E9">
        <w:rPr>
          <w:sz w:val="28"/>
          <w:szCs w:val="28"/>
        </w:rPr>
        <w:t>ДОЛЖНОСТНАЯ ИНСТРУКЦИЯ</w:t>
      </w:r>
    </w:p>
    <w:p w:rsidR="00675580" w:rsidRPr="007306E9" w:rsidRDefault="00675580" w:rsidP="000556B0">
      <w:pPr>
        <w:keepNext/>
        <w:keepLines/>
        <w:jc w:val="center"/>
        <w:outlineLvl w:val="0"/>
        <w:rPr>
          <w:sz w:val="18"/>
          <w:szCs w:val="18"/>
        </w:rPr>
      </w:pPr>
      <w:r>
        <w:rPr>
          <w:sz w:val="28"/>
          <w:szCs w:val="28"/>
        </w:rPr>
        <w:t xml:space="preserve">муниципального служащего, замещающего должность заместителя Главы </w:t>
      </w:r>
    </w:p>
    <w:p w:rsidR="00675580" w:rsidRDefault="00675580" w:rsidP="000556B0">
      <w:pPr>
        <w:keepNext/>
        <w:keepLines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Администрации Новопершинского сельсовета Дмитриевского района Курской области</w:t>
      </w:r>
    </w:p>
    <w:p w:rsidR="00675580" w:rsidRDefault="00675580" w:rsidP="000556B0">
      <w:pPr>
        <w:keepNext/>
        <w:keepLines/>
        <w:jc w:val="center"/>
        <w:outlineLvl w:val="0"/>
        <w:rPr>
          <w:sz w:val="28"/>
          <w:szCs w:val="28"/>
        </w:rPr>
      </w:pPr>
    </w:p>
    <w:p w:rsidR="00675580" w:rsidRPr="007306E9" w:rsidRDefault="00675580" w:rsidP="000556B0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bookmarkStart w:id="0" w:name="Par182"/>
      <w:bookmarkEnd w:id="0"/>
      <w:r w:rsidRPr="007306E9">
        <w:rPr>
          <w:b/>
          <w:bCs/>
          <w:sz w:val="28"/>
          <w:szCs w:val="28"/>
        </w:rPr>
        <w:t>1. Общие положения</w:t>
      </w:r>
    </w:p>
    <w:p w:rsidR="00675580" w:rsidRPr="004E4A0F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 xml:space="preserve">1.1. Должность </w:t>
      </w:r>
      <w:r>
        <w:rPr>
          <w:sz w:val="28"/>
          <w:szCs w:val="28"/>
        </w:rPr>
        <w:t xml:space="preserve"> заместителя Главы Администрации Новопершинского сельсовета Дмитриевского района Курской области  </w:t>
      </w:r>
      <w:r w:rsidRPr="004E4A0F">
        <w:rPr>
          <w:sz w:val="28"/>
          <w:szCs w:val="28"/>
        </w:rPr>
        <w:t>является должностью муниципальной службы.</w:t>
      </w:r>
    </w:p>
    <w:p w:rsidR="00675580" w:rsidRPr="004E4A0F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 xml:space="preserve">1.2. Должность </w:t>
      </w:r>
      <w:r>
        <w:rPr>
          <w:sz w:val="28"/>
          <w:szCs w:val="28"/>
        </w:rPr>
        <w:t xml:space="preserve">заместителя Главы Администрации Новопершинского сельсовета Дмитриевского района Курской области </w:t>
      </w:r>
      <w:r w:rsidRPr="004E4A0F">
        <w:rPr>
          <w:sz w:val="28"/>
          <w:szCs w:val="28"/>
        </w:rPr>
        <w:t>относится к</w:t>
      </w:r>
      <w:r>
        <w:rPr>
          <w:sz w:val="28"/>
          <w:szCs w:val="28"/>
        </w:rPr>
        <w:t xml:space="preserve"> высшей группе </w:t>
      </w:r>
      <w:r w:rsidRPr="004E4A0F">
        <w:rPr>
          <w:sz w:val="28"/>
          <w:szCs w:val="28"/>
        </w:rPr>
        <w:t xml:space="preserve"> должностей </w:t>
      </w:r>
      <w:r>
        <w:rPr>
          <w:sz w:val="28"/>
          <w:szCs w:val="28"/>
        </w:rPr>
        <w:t xml:space="preserve"> муниципальной службы категории «заместитель  главы администрации». 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 xml:space="preserve">1.3. Область профессиональной служебной деятельности, в соответствии с которой муниципальный служащий исполняет должностные обязанности: </w:t>
      </w:r>
      <w:r>
        <w:rPr>
          <w:sz w:val="28"/>
          <w:szCs w:val="28"/>
        </w:rPr>
        <w:t xml:space="preserve"> 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деятельности органа местного самоуправления;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внутренней безопасности и правоохранительная деятельность;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и проведение выборов и референдума;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регулирование жилищно – коммунального хозяйства;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регулирование молодёжной политики;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управление в сфере культуры и архивного дела;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управление в сфере физической культуры;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оказание муниципальных услуг.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>1.4. Вид профессиональной служебной деятельности, в соответствии с котор</w:t>
      </w:r>
      <w:r>
        <w:rPr>
          <w:sz w:val="28"/>
          <w:szCs w:val="28"/>
        </w:rPr>
        <w:t>ым</w:t>
      </w:r>
      <w:r w:rsidRPr="004E4A0F">
        <w:rPr>
          <w:sz w:val="28"/>
          <w:szCs w:val="28"/>
        </w:rPr>
        <w:t xml:space="preserve"> муниципальный служащий исполняет должностные обязанности:</w:t>
      </w:r>
      <w:r>
        <w:rPr>
          <w:sz w:val="28"/>
          <w:szCs w:val="28"/>
        </w:rPr>
        <w:t xml:space="preserve">  </w:t>
      </w:r>
      <w:r w:rsidRPr="004E4A0F">
        <w:rPr>
          <w:sz w:val="28"/>
          <w:szCs w:val="28"/>
        </w:rPr>
        <w:t xml:space="preserve"> 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информационное обеспечение;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кадровой работы и формирование приоритетных направлений развития кадрового состава;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и проведение мероприятий, работа с обращениями граждан, организация приёма граждан;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административно – хозяйственное и материально – техническое обеспечение;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взаимодействия со средствами массовой информации. связи с общественностью;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первичных мер пожарной безопасности в границах муниципального образования;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для деятельности народных дружин;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предоставление муниципальных услуг гражданам;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взаимодействие с избирательными комиссиями, представителями политических партий и общественных организаций, по вопросам подготовки и проведения выборов, обеспечении избирательных прав и права на участие в референдуме отдельных категорий граждан;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утверждение правил и организация благоустройства территории сельского поселения;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участие в осуществлении деятельности органов и учреждений системы профилактики безнадзорности и правонарушений несовершеннолетних;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и осуществление мероприятий по работе с детьми и молодёжью;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содействие развитию малого и среднего предпринимательства;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для организации досуга и обеспечение жителей услугами организации культуры;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и содержание архивных фондов муниципального образования;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  обеспечение условий для развития физической культуры, массового спорта.</w:t>
      </w:r>
    </w:p>
    <w:p w:rsidR="00675580" w:rsidRPr="004E4A0F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 xml:space="preserve">1.5. </w:t>
      </w:r>
      <w:r>
        <w:rPr>
          <w:sz w:val="28"/>
          <w:szCs w:val="28"/>
        </w:rPr>
        <w:t xml:space="preserve">Заместитель Главы Администрации Новопершинского сельсовета Дмитриевского района Курской области </w:t>
      </w:r>
      <w:r w:rsidRPr="004E4A0F">
        <w:rPr>
          <w:sz w:val="28"/>
          <w:szCs w:val="28"/>
        </w:rPr>
        <w:t xml:space="preserve">назначается и освобождается от должности </w:t>
      </w:r>
      <w:r>
        <w:rPr>
          <w:sz w:val="28"/>
          <w:szCs w:val="28"/>
        </w:rPr>
        <w:t>Главой Новопершинского сельсовета Дмитриевского района Курской области.</w:t>
      </w:r>
    </w:p>
    <w:p w:rsidR="00675580" w:rsidRPr="004E4A0F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 xml:space="preserve">1.6. </w:t>
      </w:r>
      <w:r>
        <w:rPr>
          <w:sz w:val="28"/>
          <w:szCs w:val="28"/>
        </w:rPr>
        <w:t>Заместитель Главы</w:t>
      </w:r>
      <w:r w:rsidRPr="004E4A0F">
        <w:rPr>
          <w:sz w:val="28"/>
          <w:szCs w:val="28"/>
        </w:rPr>
        <w:t xml:space="preserve"> </w:t>
      </w:r>
      <w:r w:rsidRPr="004C4D1C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Новопершинского сельсовета 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Дмитриевского района Курской области находится в непосредственном подчинении Главы Новопершинского  сельсовета  Дмитриевского района Курской области.</w:t>
      </w:r>
    </w:p>
    <w:p w:rsidR="00675580" w:rsidRDefault="00675580" w:rsidP="000556B0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bookmarkStart w:id="1" w:name="Par189"/>
      <w:bookmarkEnd w:id="1"/>
    </w:p>
    <w:p w:rsidR="00675580" w:rsidRPr="004E4A0F" w:rsidRDefault="00675580" w:rsidP="000556B0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4E4A0F">
        <w:rPr>
          <w:b/>
          <w:bCs/>
          <w:sz w:val="28"/>
          <w:szCs w:val="28"/>
        </w:rPr>
        <w:t>2. Квалификационные требования</w:t>
      </w:r>
    </w:p>
    <w:p w:rsidR="00675580" w:rsidRPr="004E4A0F" w:rsidRDefault="00675580" w:rsidP="000556B0">
      <w:pPr>
        <w:widowControl w:val="0"/>
        <w:autoSpaceDE w:val="0"/>
        <w:autoSpaceDN w:val="0"/>
        <w:adjustRightInd w:val="0"/>
        <w:ind w:left="11" w:right="17" w:firstLine="714"/>
        <w:jc w:val="both"/>
        <w:rPr>
          <w:sz w:val="28"/>
          <w:szCs w:val="28"/>
        </w:rPr>
      </w:pPr>
      <w:r w:rsidRPr="004E4A0F">
        <w:rPr>
          <w:sz w:val="28"/>
          <w:szCs w:val="28"/>
        </w:rPr>
        <w:t xml:space="preserve">2. Для замещения должности </w:t>
      </w:r>
      <w:r>
        <w:rPr>
          <w:sz w:val="28"/>
          <w:szCs w:val="28"/>
        </w:rPr>
        <w:t xml:space="preserve">заместителя Главы Администрации Новопершинского сельсовета Дмитриевского района Курской области  устанавливаются </w:t>
      </w:r>
      <w:r w:rsidRPr="004E4A0F">
        <w:rPr>
          <w:sz w:val="28"/>
          <w:szCs w:val="28"/>
        </w:rPr>
        <w:t xml:space="preserve"> квалификационные требования, включающие базовые и функциональные квалификационные требования.</w:t>
      </w:r>
    </w:p>
    <w:p w:rsidR="00675580" w:rsidRPr="00F4176C" w:rsidRDefault="00675580" w:rsidP="000556B0">
      <w:pPr>
        <w:widowControl w:val="0"/>
        <w:autoSpaceDE w:val="0"/>
        <w:autoSpaceDN w:val="0"/>
        <w:adjustRightInd w:val="0"/>
        <w:ind w:left="11" w:right="17" w:firstLine="714"/>
        <w:jc w:val="both"/>
        <w:rPr>
          <w:sz w:val="28"/>
          <w:szCs w:val="28"/>
        </w:rPr>
      </w:pPr>
      <w:r w:rsidRPr="004E4A0F">
        <w:rPr>
          <w:sz w:val="28"/>
          <w:szCs w:val="28"/>
        </w:rPr>
        <w:t>2.1. </w:t>
      </w:r>
      <w:r w:rsidRPr="00F4176C">
        <w:rPr>
          <w:sz w:val="28"/>
          <w:szCs w:val="28"/>
        </w:rPr>
        <w:t>Базовые квалификационные требования:</w:t>
      </w:r>
    </w:p>
    <w:p w:rsidR="00675580" w:rsidRPr="004E4A0F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>2.1.1. Муниципальный служащий, замещающий должность</w:t>
      </w:r>
      <w:r>
        <w:rPr>
          <w:sz w:val="28"/>
          <w:szCs w:val="28"/>
        </w:rPr>
        <w:t xml:space="preserve"> заместителя Главы Администрации Новопершинского сельсовета  Дмитриевского района Курской области </w:t>
      </w:r>
      <w:r w:rsidRPr="004E4A0F">
        <w:rPr>
          <w:sz w:val="28"/>
          <w:szCs w:val="28"/>
        </w:rPr>
        <w:t>должен иметь высшее образование не ниже уровня специалитета, магистратуры</w:t>
      </w:r>
      <w:r>
        <w:rPr>
          <w:sz w:val="28"/>
          <w:szCs w:val="28"/>
        </w:rPr>
        <w:t>.</w:t>
      </w:r>
    </w:p>
    <w:p w:rsidR="00675580" w:rsidRPr="004E4A0F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 xml:space="preserve">2.1.2. </w:t>
      </w:r>
      <w:r>
        <w:rPr>
          <w:sz w:val="28"/>
          <w:szCs w:val="28"/>
        </w:rPr>
        <w:t>Д</w:t>
      </w:r>
      <w:r w:rsidRPr="004E4A0F">
        <w:rPr>
          <w:sz w:val="28"/>
          <w:szCs w:val="28"/>
        </w:rPr>
        <w:t xml:space="preserve">ля замещения должности </w:t>
      </w:r>
      <w:r>
        <w:rPr>
          <w:sz w:val="28"/>
          <w:szCs w:val="28"/>
        </w:rPr>
        <w:t xml:space="preserve">заместителя Главы Администрации Новопершинского сельсовета Дмитриевского района Курской области </w:t>
      </w:r>
      <w:r w:rsidRPr="004E4A0F">
        <w:rPr>
          <w:sz w:val="28"/>
          <w:szCs w:val="28"/>
        </w:rPr>
        <w:t xml:space="preserve">установлено требование о наличие не менее </w:t>
      </w:r>
      <w:r>
        <w:rPr>
          <w:sz w:val="28"/>
          <w:szCs w:val="28"/>
        </w:rPr>
        <w:t xml:space="preserve">шести </w:t>
      </w:r>
      <w:r w:rsidRPr="004E4A0F">
        <w:rPr>
          <w:sz w:val="28"/>
          <w:szCs w:val="28"/>
        </w:rPr>
        <w:t xml:space="preserve"> лет стажа муниципальной службы или </w:t>
      </w:r>
      <w:r>
        <w:rPr>
          <w:sz w:val="28"/>
          <w:szCs w:val="28"/>
        </w:rPr>
        <w:t>не менее семи лет стажа работы по специальности, направлению подготовки.</w:t>
      </w:r>
    </w:p>
    <w:p w:rsidR="00675580" w:rsidRPr="004E4A0F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 xml:space="preserve">2.1.3. </w:t>
      </w:r>
      <w:r>
        <w:rPr>
          <w:sz w:val="28"/>
          <w:szCs w:val="28"/>
        </w:rPr>
        <w:t>Заместитель Главы</w:t>
      </w:r>
      <w:r w:rsidRPr="004E4A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Новопершинского сельсовета Дмитриевского района Курской области </w:t>
      </w:r>
      <w:r w:rsidRPr="004E4A0F">
        <w:rPr>
          <w:sz w:val="28"/>
          <w:szCs w:val="28"/>
        </w:rPr>
        <w:t>должен обладать следующими базовыми знаниями:</w:t>
      </w:r>
    </w:p>
    <w:p w:rsidR="00675580" w:rsidRPr="004E4A0F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>1) знанием государственного языка Российской Федерации (русского языка);</w:t>
      </w:r>
    </w:p>
    <w:p w:rsidR="00675580" w:rsidRPr="004E4A0F" w:rsidRDefault="00675580" w:rsidP="000556B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E4A0F">
        <w:rPr>
          <w:sz w:val="28"/>
          <w:szCs w:val="28"/>
        </w:rPr>
        <w:t xml:space="preserve">2) правовыми знаниями основ: </w:t>
      </w:r>
    </w:p>
    <w:p w:rsidR="00675580" w:rsidRPr="004E4A0F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>а) Конституции Российской Федерации;</w:t>
      </w:r>
    </w:p>
    <w:p w:rsidR="00675580" w:rsidRPr="004E4A0F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>б) Федерального закона от 6 октября 2003 г. № 131-ФЗ «Об общих принципах организации местного самоуправления в Российской Федерации»;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>в)  Федерального закона от 2 марта 2007 г. № 25-ФЗ «О муниципальной службе в Российской Федерации»;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Федерального закона от 02.05.2006 н. № 59-ФЗ «О порядке рассмотрения обращений граждан Российской Федерации»;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Федерального закона от 12 июня 2002 г. № 67-ФЗ «Об основных гарантиях избирательных прав и права на участие в референдуме граждан Российской Федерации»;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Федерального закона от 05.04.2013 г. № 44-ФЗ «О контрактной системе в сфере  закупок товаров, работ, услуг для обеспечения государственных и муниципальных нужд»;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ё) Закона Курской области от 13 июня 2007 г. №  60-ЗКО «О муниципальной службе в Курской области»;</w:t>
      </w:r>
    </w:p>
    <w:p w:rsidR="00675580" w:rsidRPr="004E4A0F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ж)  Закона Курской области от 3 декабря 2003 г. № 106-ЗКО «Кодекс Курской области о выборах и референдумах»;</w:t>
      </w:r>
    </w:p>
    <w:p w:rsidR="00675580" w:rsidRPr="004E4A0F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4E4A0F">
        <w:rPr>
          <w:sz w:val="28"/>
          <w:szCs w:val="28"/>
        </w:rPr>
        <w:t>) Устава Курской области;</w:t>
      </w:r>
    </w:p>
    <w:p w:rsidR="00675580" w:rsidRPr="004E4A0F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4E4A0F">
        <w:rPr>
          <w:sz w:val="28"/>
          <w:szCs w:val="28"/>
        </w:rPr>
        <w:t xml:space="preserve">) Устава муниципального </w:t>
      </w:r>
      <w:r>
        <w:rPr>
          <w:sz w:val="28"/>
          <w:szCs w:val="28"/>
        </w:rPr>
        <w:t>образования «Новопершинский сельсовет»  Дмитриевского района Курской области</w:t>
      </w:r>
      <w:r w:rsidRPr="004E4A0F">
        <w:rPr>
          <w:sz w:val="28"/>
          <w:szCs w:val="28"/>
        </w:rPr>
        <w:t>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</w:t>
      </w:r>
      <w:r w:rsidRPr="004E4A0F">
        <w:rPr>
          <w:sz w:val="28"/>
          <w:szCs w:val="28"/>
        </w:rPr>
        <w:t xml:space="preserve">) </w:t>
      </w:r>
      <w:r w:rsidRPr="004E4A0F">
        <w:rPr>
          <w:color w:val="000000"/>
          <w:sz w:val="28"/>
          <w:szCs w:val="28"/>
        </w:rPr>
        <w:t>законодательства о противодействии коррупции;</w:t>
      </w:r>
      <w:r>
        <w:rPr>
          <w:color w:val="000000"/>
          <w:sz w:val="28"/>
          <w:szCs w:val="28"/>
        </w:rPr>
        <w:t xml:space="preserve"> 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л) знаниями и умениями в области информационно – коммуникационных технологий.</w:t>
      </w:r>
    </w:p>
    <w:p w:rsidR="00675580" w:rsidRDefault="00675580" w:rsidP="000556B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E4A0F">
        <w:rPr>
          <w:sz w:val="28"/>
          <w:szCs w:val="28"/>
        </w:rPr>
        <w:t xml:space="preserve">2.1.4. </w:t>
      </w:r>
      <w:r>
        <w:rPr>
          <w:sz w:val="28"/>
          <w:szCs w:val="28"/>
        </w:rPr>
        <w:t>Заместитель Главы</w:t>
      </w:r>
      <w:r w:rsidRPr="004E4A0F">
        <w:rPr>
          <w:sz w:val="28"/>
          <w:szCs w:val="28"/>
        </w:rPr>
        <w:t xml:space="preserve"> </w:t>
      </w:r>
      <w:r w:rsidRPr="00790E93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Новопершинского сельсовета </w:t>
      </w:r>
      <w:r w:rsidRPr="00790E93">
        <w:rPr>
          <w:sz w:val="28"/>
          <w:szCs w:val="28"/>
        </w:rPr>
        <w:t xml:space="preserve"> Дмитриевского района Курской области</w:t>
      </w:r>
      <w:r w:rsidRPr="004E4A0F">
        <w:rPr>
          <w:sz w:val="28"/>
          <w:szCs w:val="28"/>
        </w:rPr>
        <w:t xml:space="preserve"> должен обладать следующими базовыми умениями:</w:t>
      </w:r>
    </w:p>
    <w:p w:rsidR="00675580" w:rsidRDefault="00675580" w:rsidP="000556B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общие умения:</w:t>
      </w:r>
    </w:p>
    <w:p w:rsidR="00675580" w:rsidRDefault="00675580" w:rsidP="000556B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умение достигать результата;</w:t>
      </w:r>
    </w:p>
    <w:p w:rsidR="00675580" w:rsidRDefault="00675580" w:rsidP="000556B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умение мыслить системно;</w:t>
      </w:r>
    </w:p>
    <w:p w:rsidR="00675580" w:rsidRDefault="00675580" w:rsidP="000556B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умение планировать и рационально использовать служебное время;</w:t>
      </w:r>
    </w:p>
    <w:p w:rsidR="00675580" w:rsidRDefault="00675580" w:rsidP="000556B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коммуникативные умения;</w:t>
      </w:r>
    </w:p>
    <w:p w:rsidR="00675580" w:rsidRDefault="00675580" w:rsidP="000556B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умение работать в стрессовых ситуациях;</w:t>
      </w:r>
    </w:p>
    <w:p w:rsidR="00675580" w:rsidRDefault="00675580" w:rsidP="000556B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умение формировать цели, определять приоритеты;</w:t>
      </w:r>
    </w:p>
    <w:p w:rsidR="00675580" w:rsidRDefault="00675580" w:rsidP="000556B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работать на автоматизированном рабочем месте (персональный компьютер), в том числе в сети «Интернет»;</w:t>
      </w:r>
    </w:p>
    <w:p w:rsidR="00675580" w:rsidRDefault="00675580" w:rsidP="000556B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работать в различных информационно – справочных и правовых системах;</w:t>
      </w:r>
    </w:p>
    <w:p w:rsidR="00675580" w:rsidRDefault="00675580" w:rsidP="000556B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управленческие умения:</w:t>
      </w:r>
    </w:p>
    <w:p w:rsidR="00675580" w:rsidRDefault="00675580" w:rsidP="000556B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руководитель подчинёнными, эффективно планировать, организовывать работу и контролировать её выполнение;</w:t>
      </w:r>
    </w:p>
    <w:p w:rsidR="00675580" w:rsidRDefault="00675580" w:rsidP="000556B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оперативно принимать и реализовывать управленческие решения;</w:t>
      </w:r>
    </w:p>
    <w:p w:rsidR="00675580" w:rsidRDefault="00675580" w:rsidP="000556B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умение мыслить стратегически.</w:t>
      </w:r>
    </w:p>
    <w:p w:rsidR="00675580" w:rsidRPr="00F4176C" w:rsidRDefault="00675580" w:rsidP="000556B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E4A0F">
        <w:rPr>
          <w:sz w:val="28"/>
          <w:szCs w:val="28"/>
        </w:rPr>
        <w:t>2.2. Муниципальный служащий, замещающий должность</w:t>
      </w:r>
      <w:r>
        <w:rPr>
          <w:sz w:val="28"/>
          <w:szCs w:val="28"/>
        </w:rPr>
        <w:t xml:space="preserve"> заместителя Главы</w:t>
      </w:r>
      <w:r w:rsidRPr="004E4A0F">
        <w:rPr>
          <w:sz w:val="28"/>
          <w:szCs w:val="28"/>
        </w:rPr>
        <w:t xml:space="preserve"> </w:t>
      </w:r>
      <w:r w:rsidRPr="00974DA3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Новопершинского сельсовета </w:t>
      </w:r>
      <w:r w:rsidRPr="00974DA3">
        <w:rPr>
          <w:sz w:val="28"/>
          <w:szCs w:val="28"/>
        </w:rPr>
        <w:t xml:space="preserve"> Дмитриевского района Курской области  </w:t>
      </w:r>
      <w:r w:rsidRPr="004E4A0F">
        <w:rPr>
          <w:sz w:val="28"/>
          <w:szCs w:val="28"/>
        </w:rPr>
        <w:t xml:space="preserve">должен соответствовать следующим </w:t>
      </w:r>
      <w:r w:rsidRPr="00F4176C">
        <w:rPr>
          <w:sz w:val="28"/>
          <w:szCs w:val="28"/>
        </w:rPr>
        <w:t>функциональным квалификационным требованиям.</w:t>
      </w:r>
    </w:p>
    <w:p w:rsidR="00675580" w:rsidRPr="004E4A0F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 xml:space="preserve">2.2.1. </w:t>
      </w:r>
      <w:r>
        <w:rPr>
          <w:sz w:val="28"/>
          <w:szCs w:val="28"/>
        </w:rPr>
        <w:t>Заместитель Главы Администрации Новопершинского сельсовета Дмитриевского района Курской области</w:t>
      </w:r>
      <w:r w:rsidRPr="004E4A0F">
        <w:rPr>
          <w:sz w:val="28"/>
          <w:szCs w:val="28"/>
        </w:rPr>
        <w:t xml:space="preserve"> должен иметь высшее образование по специальности, направлению </w:t>
      </w:r>
      <w:r>
        <w:rPr>
          <w:sz w:val="28"/>
          <w:szCs w:val="28"/>
        </w:rPr>
        <w:t xml:space="preserve"> </w:t>
      </w:r>
      <w:r w:rsidRPr="004E4A0F">
        <w:rPr>
          <w:sz w:val="28"/>
          <w:szCs w:val="28"/>
        </w:rPr>
        <w:t xml:space="preserve">подготовки  </w:t>
      </w:r>
      <w:r>
        <w:rPr>
          <w:sz w:val="28"/>
          <w:szCs w:val="28"/>
        </w:rPr>
        <w:t>«Государственное и муниципальное управление», «Юриспруденция», «Менеджмент».</w:t>
      </w:r>
      <w:r w:rsidRPr="004E4A0F">
        <w:rPr>
          <w:sz w:val="28"/>
          <w:szCs w:val="28"/>
        </w:rPr>
        <w:t xml:space="preserve"> 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 xml:space="preserve">2.2.2. </w:t>
      </w:r>
      <w:r>
        <w:rPr>
          <w:sz w:val="28"/>
          <w:szCs w:val="28"/>
        </w:rPr>
        <w:t>Заместитель Главы</w:t>
      </w:r>
      <w:r w:rsidRPr="004E4A0F"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 </w:t>
      </w:r>
      <w:r w:rsidRPr="00F45922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Новопершинского сельсовета </w:t>
      </w:r>
      <w:r w:rsidRPr="00F45922">
        <w:rPr>
          <w:sz w:val="28"/>
          <w:szCs w:val="28"/>
        </w:rPr>
        <w:t>Дмитриевского района Курской области</w:t>
      </w:r>
      <w:r>
        <w:rPr>
          <w:i/>
          <w:iCs/>
          <w:sz w:val="28"/>
          <w:szCs w:val="28"/>
        </w:rPr>
        <w:t xml:space="preserve"> </w:t>
      </w:r>
      <w:r w:rsidRPr="004E4A0F">
        <w:rPr>
          <w:sz w:val="28"/>
          <w:szCs w:val="28"/>
        </w:rPr>
        <w:t xml:space="preserve">должен обладать следующими знаниями в области законодательства Российской Федерации, </w:t>
      </w:r>
      <w:r w:rsidRPr="004E4A0F">
        <w:rPr>
          <w:color w:val="000000"/>
          <w:sz w:val="28"/>
          <w:szCs w:val="28"/>
        </w:rPr>
        <w:t>знаниями муниципальных правовых актов и иными знаниями, которые необходимы для исполнения должностных обязанностей в соответствующей области деятельности и по виду деятельности</w:t>
      </w:r>
      <w:r w:rsidRPr="004E4A0F">
        <w:rPr>
          <w:sz w:val="28"/>
          <w:szCs w:val="28"/>
        </w:rPr>
        <w:t xml:space="preserve">: 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знаниями основ: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Гражданского трудового Кодекса Российской Федерации;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Федерального закона от 6 октября 2003 года № 131-ФЗ «Об общих принципах организации местного самоуправления в Российской Федерации»;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Федерального закона от 2 марта 2007 года № 25-ФЗ «О муниципальной службе в Российской Федерации»;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Федерального закона от 02.05.2006 года № 59-ФЗ «О порядке рассмотрения обращений граждан Российской Федерации»;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Федерального закона от 27 июля 2010 года № 210-ФЗ «Об организации предоставления государственных и муниципальных услуг»;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Указа Президента Российской Федерации от 23 июня  2014 года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ё) Федерального закона от 10 января 2002 года № 7-ФЗ «Об охране окружающей среды»;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ж) Федерального закона от 12 июня 2002 года № 67-ФЗ «Об основных гарантиях избирательных прав и права на участие в референдуме граждан Российской Федерации»;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з) Федерального закона от 05.04.2013 года № 44-ФЗ «О контрактной системе в сфере закупок товаров, работ, услуг, для обеспечения государственных и муниципальных нужд»;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и) Закона Курской области от 13 июня 2007 года № 60-ЗКО «О муниципальной службе в Курской области»;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Знаниями правовых актов Российской Федерации, Курской области, Администрации Дмитриевского района, иных правовых актов по вопросам, регламентирующим местное самоуправление, муниципальную службу.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Иные профессиональные знания: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знание системы и видов муниципальной службы в Российской Федерации;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правовых организационных основ муниципальной службы в Российской Федерации;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современных кадровых технологий;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порядка присвоения классных чинов;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порядка проведения аттестации муниципальных служащих;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порядка разработки нормативных правовых актов;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порядка работы с обращениями граждан, виды обращений и порядок  подготовки ответов на обращения;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порядка предоставления муниципальных услуг;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порядка защиты информации, находящейся на персональных компьютерах;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порядка создания муниципального архива;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порядка заполнения трудовых книжек;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порядка подготовки и проведения выборов;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цели и задачи государственной политики в сфере физической культуры и спорта;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цели и задачи государственной политики в сфере культуры;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порядка предоставления муниципальных услуг гражданам.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 xml:space="preserve">2.2.3. </w:t>
      </w:r>
      <w:r>
        <w:rPr>
          <w:sz w:val="28"/>
          <w:szCs w:val="28"/>
        </w:rPr>
        <w:t>Заместитель Главы</w:t>
      </w:r>
      <w:r w:rsidRPr="004E4A0F">
        <w:rPr>
          <w:sz w:val="28"/>
          <w:szCs w:val="28"/>
        </w:rPr>
        <w:t xml:space="preserve"> </w:t>
      </w:r>
      <w:r w:rsidRPr="00F45922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Новопершинского сельсовета </w:t>
      </w:r>
      <w:r w:rsidRPr="00F45922">
        <w:rPr>
          <w:sz w:val="28"/>
          <w:szCs w:val="28"/>
        </w:rPr>
        <w:t>Дмитриевского района Курской области</w:t>
      </w:r>
      <w:r w:rsidRPr="004E4A0F">
        <w:rPr>
          <w:sz w:val="28"/>
          <w:szCs w:val="28"/>
        </w:rPr>
        <w:t xml:space="preserve"> должен обладать следующими умениями, </w:t>
      </w:r>
      <w:r w:rsidRPr="004E4A0F">
        <w:rPr>
          <w:color w:val="000000"/>
          <w:sz w:val="28"/>
          <w:szCs w:val="28"/>
        </w:rPr>
        <w:t>которые необходимы для исполнения должностных обязанностей в соответствующей области деятельности и по виду деятельности</w:t>
      </w:r>
      <w:r w:rsidRPr="004E4A0F">
        <w:rPr>
          <w:sz w:val="28"/>
          <w:szCs w:val="28"/>
        </w:rPr>
        <w:t xml:space="preserve">: 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разработка проектов нормативных правовых актов;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подготовка аналитических, информационных и других материалов;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составление трудовых договоров;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оформление трудовых книжек, их учёт;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организация проведения приёма граждан;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организация проведения массовых и протокольных мероприятий;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составление статистической отчётности;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организация сходов граждан, собраний на территории муниципальных образований;</w:t>
      </w:r>
    </w:p>
    <w:p w:rsidR="00675580" w:rsidRPr="004E4A0F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организация планирования работы;</w:t>
      </w:r>
    </w:p>
    <w:p w:rsidR="00675580" w:rsidRDefault="00675580" w:rsidP="000556B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10) организация работы, проведение заседаний, постоянно действующих комиссий.</w:t>
      </w:r>
    </w:p>
    <w:p w:rsidR="00675580" w:rsidRPr="004E4A0F" w:rsidRDefault="00675580" w:rsidP="000556B0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bookmarkStart w:id="2" w:name="Par195"/>
      <w:bookmarkEnd w:id="2"/>
      <w:r w:rsidRPr="004E4A0F">
        <w:rPr>
          <w:b/>
          <w:bCs/>
          <w:sz w:val="28"/>
          <w:szCs w:val="28"/>
        </w:rPr>
        <w:t>3. Должностные обязанности</w:t>
      </w:r>
    </w:p>
    <w:p w:rsidR="00675580" w:rsidRDefault="00675580" w:rsidP="000556B0">
      <w:pPr>
        <w:pStyle w:val="NormalWeb"/>
        <w:spacing w:line="240" w:lineRule="auto"/>
        <w:ind w:firstLine="708"/>
        <w:jc w:val="both"/>
        <w:rPr>
          <w:sz w:val="28"/>
          <w:szCs w:val="28"/>
        </w:rPr>
      </w:pPr>
      <w:bookmarkStart w:id="3" w:name="Par259"/>
      <w:bookmarkEnd w:id="3"/>
      <w:r w:rsidRPr="003A30A0">
        <w:rPr>
          <w:sz w:val="28"/>
          <w:szCs w:val="28"/>
        </w:rPr>
        <w:t>Должностные обязанности заместителя Главы Администрации</w:t>
      </w:r>
      <w:r>
        <w:rPr>
          <w:sz w:val="28"/>
          <w:szCs w:val="28"/>
        </w:rPr>
        <w:t xml:space="preserve"> Новопершинского сельсовета </w:t>
      </w:r>
      <w:r w:rsidRPr="003A30A0">
        <w:rPr>
          <w:sz w:val="28"/>
          <w:szCs w:val="28"/>
        </w:rPr>
        <w:t xml:space="preserve"> Дмитриевского района Курской области: </w:t>
      </w:r>
    </w:p>
    <w:p w:rsidR="00675580" w:rsidRPr="00375DCC" w:rsidRDefault="00675580" w:rsidP="000373F1">
      <w:pPr>
        <w:ind w:firstLine="360"/>
        <w:jc w:val="both"/>
        <w:rPr>
          <w:sz w:val="28"/>
          <w:szCs w:val="28"/>
        </w:rPr>
      </w:pPr>
      <w:r w:rsidRPr="00375DCC">
        <w:rPr>
          <w:sz w:val="28"/>
          <w:szCs w:val="28"/>
        </w:rPr>
        <w:t xml:space="preserve">Заместитель главы </w:t>
      </w:r>
      <w:r>
        <w:rPr>
          <w:sz w:val="28"/>
          <w:szCs w:val="28"/>
        </w:rPr>
        <w:t>А</w:t>
      </w:r>
      <w:r w:rsidRPr="00375DCC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Новопершинского</w:t>
      </w:r>
      <w:r w:rsidRPr="00375DCC">
        <w:rPr>
          <w:sz w:val="28"/>
          <w:szCs w:val="28"/>
        </w:rPr>
        <w:t xml:space="preserve"> сельсовета Дмитриевского района</w:t>
      </w:r>
      <w:r>
        <w:rPr>
          <w:sz w:val="28"/>
          <w:szCs w:val="28"/>
        </w:rPr>
        <w:t xml:space="preserve"> о</w:t>
      </w:r>
      <w:r w:rsidRPr="00375DCC">
        <w:rPr>
          <w:sz w:val="28"/>
          <w:szCs w:val="28"/>
        </w:rPr>
        <w:t>существляет  следующие функции</w:t>
      </w:r>
    </w:p>
    <w:p w:rsidR="00675580" w:rsidRDefault="00675580" w:rsidP="000373F1">
      <w:pPr>
        <w:ind w:firstLine="360"/>
        <w:jc w:val="both"/>
        <w:rPr>
          <w:sz w:val="28"/>
          <w:szCs w:val="28"/>
        </w:rPr>
      </w:pPr>
      <w:r w:rsidRPr="00375DCC">
        <w:rPr>
          <w:sz w:val="28"/>
          <w:szCs w:val="28"/>
        </w:rPr>
        <w:t>2.1</w:t>
      </w:r>
      <w:r>
        <w:rPr>
          <w:sz w:val="28"/>
          <w:szCs w:val="28"/>
        </w:rPr>
        <w:t>.</w:t>
      </w:r>
      <w:r w:rsidRPr="00375DCC">
        <w:rPr>
          <w:sz w:val="28"/>
          <w:szCs w:val="28"/>
        </w:rPr>
        <w:t xml:space="preserve"> Организует работу по подбору  подготовке и переподготовке повышению квалификации и аттестации муниципальных служащих для </w:t>
      </w:r>
      <w:r>
        <w:rPr>
          <w:sz w:val="28"/>
          <w:szCs w:val="28"/>
        </w:rPr>
        <w:t>А</w:t>
      </w:r>
      <w:r w:rsidRPr="00375DCC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Новопершинского с</w:t>
      </w:r>
      <w:r w:rsidRPr="00375DCC">
        <w:rPr>
          <w:sz w:val="28"/>
          <w:szCs w:val="28"/>
        </w:rPr>
        <w:t>ельсовета  Дмитриевского района.</w:t>
      </w:r>
    </w:p>
    <w:p w:rsidR="00675580" w:rsidRDefault="00675580" w:rsidP="000373F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Организует работу по приёму,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переводу, увольнению муниципальных служащих Администрации Новопершинского сельсовета Дмитриевского района, проверку обстоятельств, препятствующих поступлению граждан на муниципальную службу и нахождению на муниципальной службе, а также представление им отпусков в соответствии с действующим законодательством. Ведёт личные дела работников Администрации Новопершинского сельсовета.</w:t>
      </w:r>
    </w:p>
    <w:p w:rsidR="00675580" w:rsidRPr="00375DCC" w:rsidRDefault="00675580" w:rsidP="000373F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Pr="00375DCC">
        <w:rPr>
          <w:sz w:val="28"/>
          <w:szCs w:val="28"/>
        </w:rPr>
        <w:t>. Разрабатывает</w:t>
      </w:r>
      <w:r>
        <w:rPr>
          <w:sz w:val="28"/>
          <w:szCs w:val="28"/>
        </w:rPr>
        <w:t xml:space="preserve"> норма</w:t>
      </w:r>
      <w:r w:rsidRPr="00375DCC">
        <w:rPr>
          <w:sz w:val="28"/>
          <w:szCs w:val="28"/>
        </w:rPr>
        <w:t xml:space="preserve">тивно-правовые акты </w:t>
      </w:r>
      <w:r>
        <w:rPr>
          <w:sz w:val="28"/>
          <w:szCs w:val="28"/>
        </w:rPr>
        <w:t>Администрации</w:t>
      </w:r>
      <w:r w:rsidRPr="00375DCC">
        <w:rPr>
          <w:sz w:val="28"/>
          <w:szCs w:val="28"/>
        </w:rPr>
        <w:t xml:space="preserve"> </w:t>
      </w:r>
      <w:r>
        <w:rPr>
          <w:sz w:val="28"/>
          <w:szCs w:val="28"/>
        </w:rPr>
        <w:t>Новопершинского</w:t>
      </w:r>
      <w:r w:rsidRPr="00375DCC">
        <w:rPr>
          <w:sz w:val="28"/>
          <w:szCs w:val="28"/>
        </w:rPr>
        <w:t xml:space="preserve"> сельсовета и Собрания депутатов </w:t>
      </w:r>
      <w:r>
        <w:rPr>
          <w:sz w:val="28"/>
          <w:szCs w:val="28"/>
        </w:rPr>
        <w:t>Новопершинского</w:t>
      </w:r>
      <w:r w:rsidRPr="00375DCC">
        <w:rPr>
          <w:sz w:val="28"/>
          <w:szCs w:val="28"/>
        </w:rPr>
        <w:t xml:space="preserve"> сельсовета при необходимости привлекает к этой работе других</w:t>
      </w:r>
      <w:r>
        <w:rPr>
          <w:sz w:val="28"/>
          <w:szCs w:val="28"/>
        </w:rPr>
        <w:t xml:space="preserve"> м</w:t>
      </w:r>
      <w:r w:rsidRPr="00375DCC">
        <w:rPr>
          <w:sz w:val="28"/>
          <w:szCs w:val="28"/>
        </w:rPr>
        <w:t xml:space="preserve">униципальных служащих </w:t>
      </w:r>
      <w:r>
        <w:rPr>
          <w:sz w:val="28"/>
          <w:szCs w:val="28"/>
        </w:rPr>
        <w:t>А</w:t>
      </w:r>
      <w:r w:rsidRPr="00375DCC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Новопершинского</w:t>
      </w:r>
      <w:r w:rsidRPr="00375DCC">
        <w:rPr>
          <w:sz w:val="28"/>
          <w:szCs w:val="28"/>
        </w:rPr>
        <w:t xml:space="preserve"> сельсовета.</w:t>
      </w:r>
    </w:p>
    <w:p w:rsidR="00675580" w:rsidRPr="00375DCC" w:rsidRDefault="00675580" w:rsidP="000373F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Pr="00375DCC">
        <w:rPr>
          <w:sz w:val="28"/>
          <w:szCs w:val="28"/>
        </w:rPr>
        <w:t xml:space="preserve">. Организует личный приём </w:t>
      </w:r>
      <w:r>
        <w:rPr>
          <w:sz w:val="28"/>
          <w:szCs w:val="28"/>
        </w:rPr>
        <w:t>Г</w:t>
      </w:r>
      <w:r w:rsidRPr="00375DCC">
        <w:rPr>
          <w:sz w:val="28"/>
          <w:szCs w:val="28"/>
        </w:rPr>
        <w:t xml:space="preserve">лавы </w:t>
      </w:r>
      <w:r>
        <w:rPr>
          <w:sz w:val="28"/>
          <w:szCs w:val="28"/>
        </w:rPr>
        <w:t>Новопершинского</w:t>
      </w:r>
      <w:r w:rsidRPr="00375DCC">
        <w:rPr>
          <w:sz w:val="28"/>
          <w:szCs w:val="28"/>
        </w:rPr>
        <w:t xml:space="preserve"> сельсовета и осуществляет контроль за результатами выполнения критических замечаний рассмотрения писем</w:t>
      </w:r>
      <w:r>
        <w:rPr>
          <w:sz w:val="28"/>
          <w:szCs w:val="28"/>
        </w:rPr>
        <w:t>,</w:t>
      </w:r>
      <w:r w:rsidRPr="00375DCC">
        <w:rPr>
          <w:sz w:val="28"/>
          <w:szCs w:val="28"/>
        </w:rPr>
        <w:t xml:space="preserve"> жалоб поступивших во время приема граждан.</w:t>
      </w:r>
    </w:p>
    <w:p w:rsidR="00675580" w:rsidRPr="00375DCC" w:rsidRDefault="00675580" w:rsidP="000373F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Pr="00375DCC">
        <w:rPr>
          <w:sz w:val="28"/>
          <w:szCs w:val="28"/>
        </w:rPr>
        <w:t xml:space="preserve">. Осуществляет организацию делопроизводства </w:t>
      </w:r>
      <w:r>
        <w:rPr>
          <w:sz w:val="28"/>
          <w:szCs w:val="28"/>
        </w:rPr>
        <w:t>Ад</w:t>
      </w:r>
      <w:r w:rsidRPr="00375DCC">
        <w:rPr>
          <w:sz w:val="28"/>
          <w:szCs w:val="28"/>
        </w:rPr>
        <w:t xml:space="preserve">министрации </w:t>
      </w:r>
      <w:r>
        <w:rPr>
          <w:sz w:val="28"/>
          <w:szCs w:val="28"/>
        </w:rPr>
        <w:t xml:space="preserve">Новопершинского </w:t>
      </w:r>
      <w:r w:rsidRPr="00375DCC">
        <w:rPr>
          <w:sz w:val="28"/>
          <w:szCs w:val="28"/>
        </w:rPr>
        <w:t>сельсовета разрабатывает номенклатуру дел на соответствующий год прием регистрацию входящей и</w:t>
      </w:r>
      <w:r>
        <w:rPr>
          <w:sz w:val="28"/>
          <w:szCs w:val="28"/>
        </w:rPr>
        <w:t xml:space="preserve"> и</w:t>
      </w:r>
      <w:r w:rsidRPr="00375DCC">
        <w:rPr>
          <w:sz w:val="28"/>
          <w:szCs w:val="28"/>
        </w:rPr>
        <w:t>сходящей корреспонденции нормативно-правовых актов главы сельсовета ведение необходимых журналов и книг подготовку и выдачу необходимых справок жителям сельсовета.</w:t>
      </w:r>
    </w:p>
    <w:p w:rsidR="00675580" w:rsidRPr="00375DCC" w:rsidRDefault="00675580" w:rsidP="000373F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Pr="00375DCC">
        <w:rPr>
          <w:sz w:val="28"/>
          <w:szCs w:val="28"/>
        </w:rPr>
        <w:t>. Взаимодействует с органами госстатистики</w:t>
      </w:r>
      <w:r>
        <w:rPr>
          <w:sz w:val="28"/>
          <w:szCs w:val="28"/>
        </w:rPr>
        <w:t>,</w:t>
      </w:r>
      <w:r w:rsidRPr="00375DCC">
        <w:rPr>
          <w:sz w:val="28"/>
          <w:szCs w:val="28"/>
        </w:rPr>
        <w:t xml:space="preserve"> налоговой инспекции</w:t>
      </w:r>
      <w:r>
        <w:rPr>
          <w:sz w:val="28"/>
          <w:szCs w:val="28"/>
        </w:rPr>
        <w:t>,</w:t>
      </w:r>
      <w:r w:rsidRPr="00375DCC">
        <w:rPr>
          <w:sz w:val="28"/>
          <w:szCs w:val="28"/>
        </w:rPr>
        <w:t xml:space="preserve"> паспортно-визовой службой Дмитриевского района</w:t>
      </w:r>
      <w:r>
        <w:rPr>
          <w:sz w:val="28"/>
          <w:szCs w:val="28"/>
        </w:rPr>
        <w:t>,</w:t>
      </w:r>
      <w:r w:rsidRPr="00375DCC">
        <w:rPr>
          <w:sz w:val="28"/>
          <w:szCs w:val="28"/>
        </w:rPr>
        <w:t xml:space="preserve"> отделами  Администрации Дмитриевского района.</w:t>
      </w:r>
    </w:p>
    <w:p w:rsidR="00675580" w:rsidRPr="00375DCC" w:rsidRDefault="00675580" w:rsidP="000373F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Pr="00375DCC">
        <w:rPr>
          <w:sz w:val="28"/>
          <w:szCs w:val="28"/>
        </w:rPr>
        <w:t xml:space="preserve">. Организует работу по учёту и хранению документов подготовке и сдаче их архивный отдел Администрации </w:t>
      </w:r>
      <w:r>
        <w:rPr>
          <w:sz w:val="28"/>
          <w:szCs w:val="28"/>
        </w:rPr>
        <w:t xml:space="preserve">Дмитриевского </w:t>
      </w:r>
      <w:r w:rsidRPr="00375DCC">
        <w:rPr>
          <w:sz w:val="28"/>
          <w:szCs w:val="28"/>
        </w:rPr>
        <w:t>района.</w:t>
      </w:r>
    </w:p>
    <w:p w:rsidR="00675580" w:rsidRPr="00375DCC" w:rsidRDefault="00675580" w:rsidP="000373F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Pr="00375DCC">
        <w:rPr>
          <w:sz w:val="28"/>
          <w:szCs w:val="28"/>
        </w:rPr>
        <w:t xml:space="preserve">. Проводит прием граждан по личным вопросам рассматривает заявления, и обращения граждан принимает по ним необходимые  меры ведёт учёт обращений поступающих на имя </w:t>
      </w:r>
      <w:r>
        <w:rPr>
          <w:sz w:val="28"/>
          <w:szCs w:val="28"/>
        </w:rPr>
        <w:t>Г</w:t>
      </w:r>
      <w:r w:rsidRPr="00375DCC">
        <w:rPr>
          <w:sz w:val="28"/>
          <w:szCs w:val="28"/>
        </w:rPr>
        <w:t>лавы</w:t>
      </w:r>
      <w:r>
        <w:rPr>
          <w:sz w:val="28"/>
          <w:szCs w:val="28"/>
        </w:rPr>
        <w:t xml:space="preserve"> Новопершинского</w:t>
      </w:r>
      <w:r w:rsidRPr="00375DCC">
        <w:rPr>
          <w:sz w:val="28"/>
          <w:szCs w:val="28"/>
        </w:rPr>
        <w:t xml:space="preserve"> сельсовета и заместителя главы </w:t>
      </w:r>
      <w:r>
        <w:rPr>
          <w:sz w:val="28"/>
          <w:szCs w:val="28"/>
        </w:rPr>
        <w:t>А</w:t>
      </w:r>
      <w:r w:rsidRPr="00375DCC">
        <w:rPr>
          <w:sz w:val="28"/>
          <w:szCs w:val="28"/>
        </w:rPr>
        <w:t>дминистрации сельсовета по количеству и характеру.</w:t>
      </w:r>
    </w:p>
    <w:p w:rsidR="00675580" w:rsidRPr="00375DCC" w:rsidRDefault="00675580" w:rsidP="000373F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r w:rsidRPr="00375DCC">
        <w:rPr>
          <w:sz w:val="28"/>
          <w:szCs w:val="28"/>
        </w:rPr>
        <w:t>. Осуществляет взаимодействие избирательной комиссии сельсовета с территориальной избирательной комиссией Дмитриевского района по вопросам подготовки проведения выборов на территории сельсовета систематизирует материалы по регистрации учёту избирателей участников референдумов.</w:t>
      </w:r>
    </w:p>
    <w:p w:rsidR="00675580" w:rsidRPr="00375DCC" w:rsidRDefault="00675580" w:rsidP="000373F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Pr="00375DCC">
        <w:rPr>
          <w:sz w:val="28"/>
          <w:szCs w:val="28"/>
        </w:rPr>
        <w:t xml:space="preserve">. Организует работу по подготовке и проведению Собраний депутатов </w:t>
      </w:r>
      <w:r>
        <w:rPr>
          <w:sz w:val="28"/>
          <w:szCs w:val="28"/>
        </w:rPr>
        <w:t xml:space="preserve">Новопершинского </w:t>
      </w:r>
      <w:r w:rsidRPr="00375DCC">
        <w:rPr>
          <w:sz w:val="28"/>
          <w:szCs w:val="28"/>
        </w:rPr>
        <w:t>сельсовета</w:t>
      </w:r>
      <w:r>
        <w:rPr>
          <w:sz w:val="28"/>
          <w:szCs w:val="28"/>
        </w:rPr>
        <w:t>,</w:t>
      </w:r>
      <w:r w:rsidRPr="00375DCC">
        <w:rPr>
          <w:sz w:val="28"/>
          <w:szCs w:val="28"/>
        </w:rPr>
        <w:t xml:space="preserve"> сходов граждан.</w:t>
      </w:r>
    </w:p>
    <w:p w:rsidR="00675580" w:rsidRPr="00375DCC" w:rsidRDefault="00675580" w:rsidP="000373F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Pr="00375DCC">
        <w:rPr>
          <w:sz w:val="28"/>
          <w:szCs w:val="28"/>
        </w:rPr>
        <w:t xml:space="preserve">. Входит к </w:t>
      </w:r>
      <w:r>
        <w:rPr>
          <w:sz w:val="28"/>
          <w:szCs w:val="28"/>
        </w:rPr>
        <w:t>Г</w:t>
      </w:r>
      <w:r w:rsidRPr="00375DCC">
        <w:rPr>
          <w:sz w:val="28"/>
          <w:szCs w:val="28"/>
        </w:rPr>
        <w:t>лаве</w:t>
      </w:r>
      <w:r>
        <w:rPr>
          <w:sz w:val="28"/>
          <w:szCs w:val="28"/>
        </w:rPr>
        <w:t xml:space="preserve"> Новопершинского</w:t>
      </w:r>
      <w:r w:rsidRPr="00375DCC">
        <w:rPr>
          <w:sz w:val="28"/>
          <w:szCs w:val="28"/>
        </w:rPr>
        <w:t xml:space="preserve"> сельсовета с представлением, как на поощрение, так и о дисциплинарной ответственности работников </w:t>
      </w:r>
      <w:r>
        <w:rPr>
          <w:sz w:val="28"/>
          <w:szCs w:val="28"/>
        </w:rPr>
        <w:t>А</w:t>
      </w:r>
      <w:r w:rsidRPr="00375DCC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Новопершинского</w:t>
      </w:r>
      <w:r w:rsidRPr="00375DCC">
        <w:rPr>
          <w:sz w:val="28"/>
          <w:szCs w:val="28"/>
        </w:rPr>
        <w:t xml:space="preserve"> сельсовета.</w:t>
      </w:r>
    </w:p>
    <w:p w:rsidR="00675580" w:rsidRPr="00A077ED" w:rsidRDefault="00675580" w:rsidP="000373F1">
      <w:pPr>
        <w:autoSpaceDE w:val="0"/>
        <w:autoSpaceDN w:val="0"/>
        <w:adjustRightInd w:val="0"/>
        <w:ind w:firstLine="360"/>
        <w:jc w:val="both"/>
        <w:rPr>
          <w:rFonts w:ascii="Times New Roman CYR" w:hAnsi="Times New Roman CYR" w:cs="Times New Roman CYR"/>
          <w:sz w:val="28"/>
          <w:szCs w:val="28"/>
        </w:rPr>
      </w:pPr>
      <w:r w:rsidRPr="00A077ED">
        <w:rPr>
          <w:sz w:val="28"/>
          <w:szCs w:val="28"/>
        </w:rPr>
        <w:t xml:space="preserve">2.11. </w:t>
      </w:r>
      <w:r w:rsidRPr="00A077ED">
        <w:rPr>
          <w:rFonts w:ascii="Times New Roman CYR" w:hAnsi="Times New Roman CYR" w:cs="Times New Roman CYR"/>
          <w:sz w:val="28"/>
          <w:szCs w:val="28"/>
        </w:rPr>
        <w:t>Разрабатывает план закупок товаров, работ, услуг для обеспечения муниципальных нужд (далее - план закупок), осуществляет подготовку изменений для внесения в план закупок, размещает в единой информационной системе план закупок и внесенные в него изменения.</w:t>
      </w:r>
    </w:p>
    <w:p w:rsidR="00675580" w:rsidRPr="00A077ED" w:rsidRDefault="00675580" w:rsidP="000373F1">
      <w:pPr>
        <w:autoSpaceDE w:val="0"/>
        <w:autoSpaceDN w:val="0"/>
        <w:adjustRightInd w:val="0"/>
        <w:ind w:firstLine="360"/>
        <w:jc w:val="both"/>
        <w:rPr>
          <w:rFonts w:ascii="Times New Roman CYR" w:hAnsi="Times New Roman CYR" w:cs="Times New Roman CYR"/>
          <w:sz w:val="28"/>
          <w:szCs w:val="28"/>
        </w:rPr>
      </w:pPr>
      <w:r w:rsidRPr="00A077ED">
        <w:rPr>
          <w:sz w:val="28"/>
          <w:szCs w:val="28"/>
        </w:rPr>
        <w:t xml:space="preserve">2.12. </w:t>
      </w:r>
      <w:r w:rsidRPr="00A077ED">
        <w:rPr>
          <w:rFonts w:ascii="Times New Roman CYR" w:hAnsi="Times New Roman CYR" w:cs="Times New Roman CYR"/>
          <w:sz w:val="28"/>
          <w:szCs w:val="28"/>
        </w:rPr>
        <w:t>Разрабатывает план-график закупок товаров, работ, услуг для обеспечения муниципальных нужд (далее – план-график), осуществляет подготовку изменений для внесения в план-график, размещает в единой информационной системе план-график и внесенные в него изменения.</w:t>
      </w:r>
    </w:p>
    <w:p w:rsidR="00675580" w:rsidRPr="00A077ED" w:rsidRDefault="00675580" w:rsidP="000373F1">
      <w:pPr>
        <w:autoSpaceDE w:val="0"/>
        <w:autoSpaceDN w:val="0"/>
        <w:adjustRightInd w:val="0"/>
        <w:ind w:firstLine="360"/>
        <w:jc w:val="both"/>
        <w:rPr>
          <w:rFonts w:ascii="Times New Roman CYR" w:hAnsi="Times New Roman CYR" w:cs="Times New Roman CYR"/>
          <w:sz w:val="28"/>
          <w:szCs w:val="28"/>
        </w:rPr>
      </w:pPr>
      <w:r w:rsidRPr="00A077ED">
        <w:rPr>
          <w:sz w:val="28"/>
          <w:szCs w:val="28"/>
        </w:rPr>
        <w:t xml:space="preserve">2.13. </w:t>
      </w:r>
      <w:r w:rsidRPr="00A077ED">
        <w:rPr>
          <w:rFonts w:ascii="Times New Roman CYR" w:hAnsi="Times New Roman CYR" w:cs="Times New Roman CYR"/>
          <w:sz w:val="28"/>
          <w:szCs w:val="28"/>
        </w:rPr>
        <w:t>Осуществляет подготовку и размещение в единой информационной системе извещений об осуществлении закупок, документации о закупках и проектов контрактов.</w:t>
      </w:r>
    </w:p>
    <w:p w:rsidR="00675580" w:rsidRPr="00A077ED" w:rsidRDefault="00675580" w:rsidP="000373F1">
      <w:pPr>
        <w:autoSpaceDE w:val="0"/>
        <w:autoSpaceDN w:val="0"/>
        <w:adjustRightInd w:val="0"/>
        <w:ind w:firstLine="360"/>
        <w:jc w:val="both"/>
        <w:rPr>
          <w:rFonts w:ascii="Times New Roman CYR" w:hAnsi="Times New Roman CYR" w:cs="Times New Roman CYR"/>
          <w:sz w:val="28"/>
          <w:szCs w:val="28"/>
        </w:rPr>
      </w:pPr>
      <w:r w:rsidRPr="00A077ED">
        <w:rPr>
          <w:sz w:val="28"/>
          <w:szCs w:val="28"/>
        </w:rPr>
        <w:t xml:space="preserve">2.14. </w:t>
      </w:r>
      <w:r w:rsidRPr="00A077ED">
        <w:rPr>
          <w:rFonts w:ascii="Times New Roman CYR" w:hAnsi="Times New Roman CYR" w:cs="Times New Roman CYR"/>
          <w:sz w:val="28"/>
          <w:szCs w:val="28"/>
        </w:rPr>
        <w:t>Обеспечивает осуществление закупок, в том числе заключение контрактов.</w:t>
      </w:r>
    </w:p>
    <w:p w:rsidR="00675580" w:rsidRPr="00A077ED" w:rsidRDefault="00675580" w:rsidP="000373F1">
      <w:pPr>
        <w:autoSpaceDE w:val="0"/>
        <w:autoSpaceDN w:val="0"/>
        <w:adjustRightInd w:val="0"/>
        <w:ind w:firstLine="360"/>
        <w:jc w:val="both"/>
        <w:rPr>
          <w:rFonts w:ascii="Times New Roman CYR" w:hAnsi="Times New Roman CYR" w:cs="Times New Roman CYR"/>
          <w:sz w:val="28"/>
          <w:szCs w:val="28"/>
        </w:rPr>
      </w:pPr>
      <w:r w:rsidRPr="00A077ED">
        <w:rPr>
          <w:sz w:val="28"/>
          <w:szCs w:val="28"/>
        </w:rPr>
        <w:t xml:space="preserve">2.15. </w:t>
      </w:r>
      <w:r w:rsidRPr="00A077ED">
        <w:rPr>
          <w:rFonts w:ascii="Times New Roman CYR" w:hAnsi="Times New Roman CYR" w:cs="Times New Roman CYR"/>
          <w:sz w:val="28"/>
          <w:szCs w:val="28"/>
        </w:rPr>
        <w:t>Участвует в рассмотрении дел об обжаловании результатов определения поставщиков (подрядчиков, исполнителей) и осуществляет подготовку материалов для выполнения претензионной работы.</w:t>
      </w:r>
    </w:p>
    <w:p w:rsidR="00675580" w:rsidRPr="00A077ED" w:rsidRDefault="00675580" w:rsidP="000373F1">
      <w:pPr>
        <w:autoSpaceDE w:val="0"/>
        <w:autoSpaceDN w:val="0"/>
        <w:adjustRightInd w:val="0"/>
        <w:ind w:firstLine="360"/>
        <w:jc w:val="both"/>
        <w:rPr>
          <w:rFonts w:ascii="Times New Roman CYR" w:hAnsi="Times New Roman CYR" w:cs="Times New Roman CYR"/>
          <w:sz w:val="28"/>
          <w:szCs w:val="28"/>
        </w:rPr>
      </w:pPr>
      <w:r w:rsidRPr="00A077ED">
        <w:rPr>
          <w:sz w:val="28"/>
          <w:szCs w:val="28"/>
        </w:rPr>
        <w:t xml:space="preserve">2.16. </w:t>
      </w:r>
      <w:r w:rsidRPr="00A077ED">
        <w:rPr>
          <w:rFonts w:ascii="Times New Roman CYR" w:hAnsi="Times New Roman CYR" w:cs="Times New Roman CYR"/>
          <w:sz w:val="28"/>
          <w:szCs w:val="28"/>
        </w:rPr>
        <w:t>Организует в случае необходимости на стадии планирования закупок консультации с поставщиками (подрядчиками, исполнителями) и участвуют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муниципальных нужд.</w:t>
      </w:r>
    </w:p>
    <w:p w:rsidR="00675580" w:rsidRPr="00A077ED" w:rsidRDefault="00675580" w:rsidP="000373F1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A077ED">
        <w:rPr>
          <w:sz w:val="28"/>
          <w:szCs w:val="28"/>
        </w:rPr>
        <w:t xml:space="preserve">2.17. </w:t>
      </w:r>
      <w:r w:rsidRPr="00A077ED">
        <w:rPr>
          <w:rFonts w:ascii="Times New Roman CYR" w:hAnsi="Times New Roman CYR" w:cs="Times New Roman CYR"/>
          <w:sz w:val="28"/>
          <w:szCs w:val="28"/>
        </w:rPr>
        <w:t xml:space="preserve">Осуществляет иные полномочия, предусмотренные  Федеральным законом от 05.04.2013 года №44-ФЗ </w:t>
      </w:r>
      <w:r w:rsidRPr="00A077ED">
        <w:rPr>
          <w:sz w:val="28"/>
          <w:szCs w:val="28"/>
        </w:rPr>
        <w:t>«</w:t>
      </w:r>
      <w:r w:rsidRPr="00A077ED">
        <w:rPr>
          <w:rFonts w:ascii="Times New Roman CYR" w:hAnsi="Times New Roman CYR" w:cs="Times New Roman CYR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A077ED">
        <w:rPr>
          <w:sz w:val="28"/>
          <w:szCs w:val="28"/>
        </w:rPr>
        <w:t>».</w:t>
      </w:r>
      <w:r w:rsidRPr="00A077ED">
        <w:rPr>
          <w:sz w:val="28"/>
          <w:szCs w:val="28"/>
        </w:rPr>
        <w:tab/>
      </w:r>
      <w:r w:rsidRPr="00A077ED">
        <w:rPr>
          <w:sz w:val="28"/>
          <w:szCs w:val="28"/>
        </w:rPr>
        <w:tab/>
      </w:r>
    </w:p>
    <w:p w:rsidR="00675580" w:rsidRDefault="00675580" w:rsidP="000373F1">
      <w:pPr>
        <w:pStyle w:val="NormalWeb"/>
        <w:spacing w:line="240" w:lineRule="auto"/>
        <w:jc w:val="both"/>
        <w:rPr>
          <w:sz w:val="28"/>
          <w:szCs w:val="28"/>
        </w:rPr>
        <w:sectPr w:rsidR="00675580" w:rsidSect="00CD4E59">
          <w:headerReference w:type="default" r:id="rId6"/>
          <w:pgSz w:w="11906" w:h="16838"/>
          <w:pgMar w:top="1134" w:right="1276" w:bottom="1134" w:left="1559" w:header="709" w:footer="709" w:gutter="0"/>
          <w:cols w:space="708"/>
          <w:titlePg/>
          <w:docGrid w:linePitch="360"/>
        </w:sectPr>
      </w:pPr>
    </w:p>
    <w:p w:rsidR="00675580" w:rsidRPr="00CE1D8A" w:rsidRDefault="00675580" w:rsidP="000556B0">
      <w:pPr>
        <w:pStyle w:val="Subtitle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Соблюдает</w:t>
      </w:r>
      <w:r w:rsidRPr="00CE1D8A">
        <w:rPr>
          <w:rFonts w:ascii="Times New Roman" w:hAnsi="Times New Roman" w:cs="Times New Roman"/>
          <w:sz w:val="28"/>
          <w:szCs w:val="28"/>
        </w:rPr>
        <w:t xml:space="preserve"> установленные статьями 12, 13, 14 Федерального закона от 2 марта 2007 года № 25-ФЗ «О муниципальной службе в Российской Федерации» обязанности, ограничения и запреты, связанные с муниципальной службой.</w:t>
      </w:r>
    </w:p>
    <w:p w:rsidR="00675580" w:rsidRPr="00CE1D8A" w:rsidRDefault="00675580" w:rsidP="000556B0">
      <w:pPr>
        <w:pStyle w:val="Subtitle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1D8A">
        <w:rPr>
          <w:rFonts w:ascii="Times New Roman" w:hAnsi="Times New Roman" w:cs="Times New Roman"/>
          <w:sz w:val="28"/>
          <w:szCs w:val="28"/>
        </w:rPr>
        <w:t>3.2. Точно</w:t>
      </w:r>
      <w:r>
        <w:rPr>
          <w:rFonts w:ascii="Times New Roman" w:hAnsi="Times New Roman" w:cs="Times New Roman"/>
          <w:sz w:val="28"/>
          <w:szCs w:val="28"/>
        </w:rPr>
        <w:t xml:space="preserve"> и в срок выполняет</w:t>
      </w:r>
      <w:r w:rsidRPr="00CE1D8A">
        <w:rPr>
          <w:rFonts w:ascii="Times New Roman" w:hAnsi="Times New Roman" w:cs="Times New Roman"/>
          <w:sz w:val="28"/>
          <w:szCs w:val="28"/>
        </w:rPr>
        <w:t xml:space="preserve"> поручения своего руководителя.</w:t>
      </w:r>
    </w:p>
    <w:p w:rsidR="00675580" w:rsidRPr="00CE1D8A" w:rsidRDefault="00675580" w:rsidP="000556B0">
      <w:pPr>
        <w:pStyle w:val="Subtitle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1D8A">
        <w:rPr>
          <w:rFonts w:ascii="Times New Roman" w:hAnsi="Times New Roman" w:cs="Times New Roman"/>
          <w:sz w:val="28"/>
          <w:szCs w:val="28"/>
        </w:rPr>
        <w:t>3.3. Соблюдать правила делопроизводства, в том числе надлежащим образом учитывать и хранить полученные на исполнение документы и материалы, своевременно сдавать их ответственному  за делопроизводство, в том числе при уходе в отпуск, убытии в командировку, в случае болезни или освобождения от должности.</w:t>
      </w:r>
    </w:p>
    <w:p w:rsidR="00675580" w:rsidRPr="00CE1D8A" w:rsidRDefault="00675580" w:rsidP="000556B0">
      <w:pPr>
        <w:pStyle w:val="Subtitle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1D8A">
        <w:rPr>
          <w:rFonts w:ascii="Times New Roman" w:hAnsi="Times New Roman" w:cs="Times New Roman"/>
          <w:sz w:val="28"/>
          <w:szCs w:val="28"/>
        </w:rPr>
        <w:t>3.4. Соблюдать установленный внутренний трудовой распорядок, Типовой кодекс этики и служебного поведения муниципальных служащих (при наличии), правила содержания служебных помещений и правила пожарной безопасности.</w:t>
      </w:r>
    </w:p>
    <w:p w:rsidR="00675580" w:rsidRDefault="00675580" w:rsidP="000556B0">
      <w:pPr>
        <w:pStyle w:val="Subtitle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1D8A">
        <w:rPr>
          <w:rFonts w:ascii="Times New Roman" w:hAnsi="Times New Roman" w:cs="Times New Roman"/>
          <w:sz w:val="28"/>
          <w:szCs w:val="28"/>
        </w:rPr>
        <w:t>3.5. Беречь и рационально использовать имущество, предоставленное для исполнения должностных обязанностей,  а также не использовать это имущество в целях получения доходов или иной личной выгоды.</w:t>
      </w:r>
    </w:p>
    <w:p w:rsidR="00675580" w:rsidRDefault="00675580" w:rsidP="000556B0">
      <w:pPr>
        <w:pStyle w:val="Subtitle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предоставлению такого конфликта.</w:t>
      </w:r>
    </w:p>
    <w:p w:rsidR="00675580" w:rsidRPr="00D25647" w:rsidRDefault="00675580" w:rsidP="00D25647">
      <w:pPr>
        <w:pStyle w:val="Subtitle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675580" w:rsidRPr="00D25647" w:rsidSect="00061DC9">
          <w:type w:val="continuous"/>
          <w:pgSz w:w="11906" w:h="16838"/>
          <w:pgMar w:top="1134" w:right="851" w:bottom="1134" w:left="1531" w:header="709" w:footer="709" w:gutter="0"/>
          <w:cols w:space="708"/>
          <w:titlePg/>
          <w:docGrid w:linePitch="360"/>
        </w:sectPr>
      </w:pPr>
      <w:r w:rsidRPr="00D25647">
        <w:rPr>
          <w:rFonts w:ascii="Times New Roman" w:hAnsi="Times New Roman" w:cs="Times New Roman"/>
          <w:sz w:val="28"/>
          <w:szCs w:val="28"/>
        </w:rPr>
        <w:t>3.7.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 склонения его к совершению коррупционных правонарушений.</w:t>
      </w:r>
    </w:p>
    <w:p w:rsidR="00675580" w:rsidRPr="004E4A0F" w:rsidRDefault="00675580" w:rsidP="000556B0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4E4A0F">
        <w:rPr>
          <w:b/>
          <w:bCs/>
          <w:sz w:val="28"/>
          <w:szCs w:val="28"/>
        </w:rPr>
        <w:t>4. Права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Наряду с основными правами, которые определены статьей 11 Федерального </w:t>
      </w:r>
      <w:hyperlink r:id="rId7" w:history="1">
        <w:r w:rsidRPr="00FB1BA2">
          <w:rPr>
            <w:rStyle w:val="Hyperlink"/>
            <w:color w:val="000000"/>
            <w:sz w:val="28"/>
            <w:szCs w:val="28"/>
          </w:rPr>
          <w:t>закона</w:t>
        </w:r>
      </w:hyperlink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от 2 марта 2007 г. № 25-ФЗ «О муниципальной службе в Российской Федерации» заместитель Главы Администрации Новопершинского сельсовета Дмитриевского района Курской области имеет право: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4.1. Запрашивать от должностных лиц федеральных органов государственной власти и их территориальных органов, органов государственной власти субъекта Российской Федерации, иных государственных органов, органов местного самоуправления, организаций и получать в установленном порядке документы и информацию, необходимые для выполнения своих должностных обязанностей;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Привлекать в установленном порядке для подготовки проектов документов, разработки и осуществления мероприятий, проводимых  Администрацией Новопершинского сельсовета Дмитриевского района Курской области, работников Администрации Новопершинского сельсовета Дмитриевского района Курской области.  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Контроль за оформлением документов, работой работников Администрации Новопершинского сельсовета Дмитриевского района Курской области. 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Контроль за соблюдением трудовой дисциплины работниками Администрации Новопершинского сельсовета Дмитриевского района Курской области. </w:t>
      </w:r>
    </w:p>
    <w:p w:rsidR="00675580" w:rsidRDefault="00675580" w:rsidP="000556B0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bookmarkStart w:id="4" w:name="Par267"/>
      <w:bookmarkEnd w:id="4"/>
    </w:p>
    <w:p w:rsidR="00675580" w:rsidRDefault="00675580" w:rsidP="000556B0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675580" w:rsidRDefault="00675580" w:rsidP="000556B0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Ответственность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Новопершинского сельсовета Дмитриевского района Курской области  за неисполнение или ненадлежащее исполнение своих должностных обязанностей в пределах, определенных трудовым законодательством Российской Федерации, законодательством о муниципальной службе, за правонарушения, совершенные в процессе осуществления своей деятельности, за причинение материального ущерба, за дачу неправомерного поручения либо исполнения неправомерного поручения несет ответственность в соответствии с законодательством Российской Федерации.</w:t>
      </w:r>
    </w:p>
    <w:p w:rsidR="00675580" w:rsidRDefault="00675580" w:rsidP="000556B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75580" w:rsidRDefault="00675580" w:rsidP="000556B0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bookmarkStart w:id="5" w:name="Par274"/>
      <w:bookmarkEnd w:id="5"/>
      <w:r>
        <w:rPr>
          <w:b/>
          <w:bCs/>
          <w:sz w:val="28"/>
          <w:szCs w:val="28"/>
        </w:rPr>
        <w:t>6. Перечень вопросов, по которым муниципальный служащий вправе или обязан самостоятельно принимать управленческие и иные решения</w:t>
      </w:r>
    </w:p>
    <w:p w:rsidR="00675580" w:rsidRPr="00075549" w:rsidRDefault="00675580" w:rsidP="000556B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075549">
        <w:rPr>
          <w:sz w:val="28"/>
          <w:szCs w:val="28"/>
        </w:rPr>
        <w:t>6.1.</w:t>
      </w:r>
      <w:r w:rsidRPr="00075549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Разработка проектов запросов в государственные организации о предоставлении необходимых сведений для составления информаций, отчётности по вопросам деятельности муниципального служащего.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</w:p>
    <w:p w:rsidR="00675580" w:rsidRPr="004E4A0F" w:rsidRDefault="00675580" w:rsidP="000556B0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4E4A0F">
        <w:rPr>
          <w:b/>
          <w:bCs/>
          <w:sz w:val="28"/>
          <w:szCs w:val="28"/>
        </w:rPr>
        <w:t>7. Перечень вопросов, по которым муниципальный служащий вправе или обязан участвовать при подготовке проектов нормативных правовых актов и (или) проектов управленческих и иных решений</w:t>
      </w:r>
    </w:p>
    <w:p w:rsidR="00675580" w:rsidRPr="004E4A0F" w:rsidRDefault="00675580" w:rsidP="000556B0">
      <w:pPr>
        <w:widowControl w:val="0"/>
        <w:autoSpaceDE w:val="0"/>
        <w:autoSpaceDN w:val="0"/>
        <w:adjustRightInd w:val="0"/>
        <w:ind w:firstLine="567"/>
        <w:outlineLvl w:val="1"/>
        <w:rPr>
          <w:i/>
          <w:iCs/>
          <w:sz w:val="28"/>
          <w:szCs w:val="28"/>
        </w:rPr>
      </w:pPr>
      <w:r w:rsidRPr="00727486">
        <w:rPr>
          <w:sz w:val="28"/>
          <w:szCs w:val="28"/>
        </w:rPr>
        <w:t>7.1</w:t>
      </w:r>
      <w:r>
        <w:rPr>
          <w:sz w:val="28"/>
          <w:szCs w:val="28"/>
        </w:rPr>
        <w:t>. Подготовка нормативных правовых актов по вопросам, входящим в компетенцию заместителя Главы Администрации Новопершинского сельсовета Дмитриевского района Курской области.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sz w:val="28"/>
          <w:szCs w:val="28"/>
        </w:rPr>
      </w:pPr>
    </w:p>
    <w:p w:rsidR="00675580" w:rsidRPr="004E4A0F" w:rsidRDefault="00675580" w:rsidP="000556B0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4E4A0F">
        <w:rPr>
          <w:b/>
          <w:bCs/>
          <w:sz w:val="28"/>
          <w:szCs w:val="28"/>
        </w:rPr>
        <w:t xml:space="preserve">8. Сроки и процедуры подготовки, рассмотрения проектов управленческих и иных решений, порядок согласования и принятия данных решений 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Сроки и процедуры подготовки, рассмотрения проектов управленческих и иных решений, порядок согласования и принятия данных решений основываются на процедурах, определённых Регламентом Администрации  Новопершинского сельсовета Дмитриевского района Курской области и Инструкцией по делопроизводству.</w:t>
      </w:r>
    </w:p>
    <w:p w:rsidR="00675580" w:rsidRPr="00B103B3" w:rsidRDefault="00675580" w:rsidP="000556B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</w:p>
    <w:p w:rsidR="00675580" w:rsidRPr="004E4A0F" w:rsidRDefault="00675580" w:rsidP="000556B0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b/>
          <w:bCs/>
          <w:sz w:val="28"/>
          <w:szCs w:val="28"/>
        </w:rPr>
      </w:pPr>
      <w:r w:rsidRPr="004E4A0F">
        <w:rPr>
          <w:b/>
          <w:bCs/>
          <w:sz w:val="28"/>
          <w:szCs w:val="28"/>
        </w:rPr>
        <w:t>9. Порядок служебного взаимодействия муниципального служащего в связи с исполнением им должностных обязанностей с муниципальными служащими, гражданскими служащими, гражданами, а также организациями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E811BF">
        <w:rPr>
          <w:sz w:val="28"/>
          <w:szCs w:val="28"/>
        </w:rPr>
        <w:t>Служ</w:t>
      </w:r>
      <w:r>
        <w:rPr>
          <w:sz w:val="28"/>
          <w:szCs w:val="28"/>
        </w:rPr>
        <w:t>ебное взаимодействие заместителя Главы</w:t>
      </w:r>
      <w:r w:rsidRPr="00E811BF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Новопершинского сельсовета Дмитриевского района Курской области с работниками территориальных органов федеральных органов исполнительной власти, с иными государственными органами, органами местного самоуправления, предприятиями, организациями, учреждениями и гражданами строится в рамках деловых отношений в соответствии с Федеральным законом от 2 марта 2007 года № 25-ФЗ «О муниципальной службе в Российской Федерации».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</w:p>
    <w:p w:rsidR="00675580" w:rsidRPr="00E811BF" w:rsidRDefault="00675580" w:rsidP="000556B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</w:p>
    <w:p w:rsidR="00675580" w:rsidRDefault="00675580" w:rsidP="000556B0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b/>
          <w:bCs/>
          <w:sz w:val="28"/>
          <w:szCs w:val="28"/>
        </w:rPr>
      </w:pPr>
      <w:r w:rsidRPr="004E4A0F">
        <w:rPr>
          <w:b/>
          <w:bCs/>
          <w:sz w:val="28"/>
          <w:szCs w:val="28"/>
        </w:rPr>
        <w:t>10. Перечень муниципальных услуг, оказываемых гражданам и организациям</w:t>
      </w:r>
    </w:p>
    <w:p w:rsidR="00675580" w:rsidRDefault="00675580" w:rsidP="000556B0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b/>
          <w:bCs/>
          <w:sz w:val="28"/>
          <w:szCs w:val="28"/>
        </w:rPr>
      </w:pPr>
    </w:p>
    <w:tbl>
      <w:tblPr>
        <w:tblW w:w="16020" w:type="dxa"/>
        <w:tblCellSpacing w:w="20" w:type="dxa"/>
        <w:tblInd w:w="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/>
      </w:tblPr>
      <w:tblGrid>
        <w:gridCol w:w="16020"/>
      </w:tblGrid>
      <w:tr w:rsidR="00675580" w:rsidRPr="00E1414D">
        <w:trPr>
          <w:trHeight w:val="6308"/>
          <w:tblCellSpacing w:w="20" w:type="dxa"/>
        </w:trPr>
        <w:tc>
          <w:tcPr>
            <w:tcW w:w="15940" w:type="dxa"/>
            <w:tcBorders>
              <w:top w:val="nil"/>
              <w:left w:val="nil"/>
              <w:bottom w:val="nil"/>
            </w:tcBorders>
          </w:tcPr>
          <w:p w:rsidR="00675580" w:rsidRDefault="00675580" w:rsidP="00D172F8">
            <w:pPr>
              <w:jc w:val="both"/>
              <w:rPr>
                <w:sz w:val="28"/>
                <w:szCs w:val="28"/>
              </w:rPr>
            </w:pPr>
            <w:r w:rsidRPr="000B3D30">
              <w:rPr>
                <w:sz w:val="28"/>
                <w:szCs w:val="28"/>
              </w:rPr>
              <w:t xml:space="preserve">Прием заявлений и выдача документов о согласование проектов границ земельных </w:t>
            </w:r>
          </w:p>
          <w:p w:rsidR="00675580" w:rsidRPr="000B3D30" w:rsidRDefault="00675580" w:rsidP="00D172F8">
            <w:pPr>
              <w:jc w:val="both"/>
              <w:rPr>
                <w:sz w:val="28"/>
                <w:szCs w:val="28"/>
              </w:rPr>
            </w:pPr>
            <w:r w:rsidRPr="000B3D30">
              <w:rPr>
                <w:sz w:val="28"/>
                <w:szCs w:val="28"/>
              </w:rPr>
              <w:t>участков</w:t>
            </w:r>
          </w:p>
          <w:p w:rsidR="00675580" w:rsidRDefault="00675580" w:rsidP="00D172F8">
            <w:pPr>
              <w:jc w:val="both"/>
              <w:rPr>
                <w:sz w:val="28"/>
                <w:szCs w:val="28"/>
              </w:rPr>
            </w:pPr>
            <w:r w:rsidRPr="000B3D30">
              <w:rPr>
                <w:sz w:val="28"/>
                <w:szCs w:val="28"/>
              </w:rPr>
              <w:t xml:space="preserve">Принятие на учет граждан, претендующих на бесплатное предоставление </w:t>
            </w:r>
          </w:p>
          <w:p w:rsidR="00675580" w:rsidRPr="000B3D30" w:rsidRDefault="00675580" w:rsidP="00D172F8">
            <w:pPr>
              <w:jc w:val="both"/>
              <w:rPr>
                <w:sz w:val="28"/>
                <w:szCs w:val="28"/>
              </w:rPr>
            </w:pPr>
            <w:r w:rsidRPr="000B3D30">
              <w:rPr>
                <w:sz w:val="28"/>
                <w:szCs w:val="28"/>
              </w:rPr>
              <w:t xml:space="preserve">земельных участков </w:t>
            </w:r>
          </w:p>
          <w:p w:rsidR="00675580" w:rsidRDefault="00675580" w:rsidP="00D172F8">
            <w:pPr>
              <w:jc w:val="both"/>
              <w:rPr>
                <w:sz w:val="28"/>
                <w:szCs w:val="28"/>
              </w:rPr>
            </w:pPr>
            <w:r w:rsidRPr="000B3D30">
              <w:rPr>
                <w:sz w:val="28"/>
                <w:szCs w:val="28"/>
              </w:rPr>
              <w:t>Прием заявлений, документов и выдача разрешений о переводе или об отказе в</w:t>
            </w:r>
          </w:p>
          <w:p w:rsidR="00675580" w:rsidRPr="000B3D30" w:rsidRDefault="00675580" w:rsidP="00D172F8">
            <w:pPr>
              <w:jc w:val="both"/>
              <w:rPr>
                <w:sz w:val="28"/>
                <w:szCs w:val="28"/>
              </w:rPr>
            </w:pPr>
            <w:r w:rsidRPr="000B3D30">
              <w:rPr>
                <w:sz w:val="28"/>
                <w:szCs w:val="28"/>
              </w:rPr>
              <w:t xml:space="preserve"> переводе жилого (нежилого)</w:t>
            </w:r>
          </w:p>
          <w:p w:rsidR="00675580" w:rsidRPr="000B3D30" w:rsidRDefault="00675580" w:rsidP="00D172F8">
            <w:pPr>
              <w:jc w:val="both"/>
              <w:rPr>
                <w:sz w:val="28"/>
                <w:szCs w:val="28"/>
              </w:rPr>
            </w:pPr>
            <w:r w:rsidRPr="000B3D30">
              <w:rPr>
                <w:sz w:val="28"/>
                <w:szCs w:val="28"/>
              </w:rPr>
              <w:t xml:space="preserve"> помещения в нежилое (жилое)</w:t>
            </w:r>
          </w:p>
          <w:p w:rsidR="00675580" w:rsidRDefault="00675580" w:rsidP="00D172F8">
            <w:pPr>
              <w:jc w:val="both"/>
              <w:rPr>
                <w:sz w:val="28"/>
                <w:szCs w:val="28"/>
              </w:rPr>
            </w:pPr>
            <w:r w:rsidRPr="000B3D30">
              <w:rPr>
                <w:sz w:val="28"/>
                <w:szCs w:val="28"/>
              </w:rPr>
              <w:t xml:space="preserve">Прием заявлений и организация предоставления гражданам субсидий на оплату </w:t>
            </w:r>
          </w:p>
          <w:p w:rsidR="00675580" w:rsidRPr="000B3D30" w:rsidRDefault="00675580" w:rsidP="00D172F8">
            <w:pPr>
              <w:jc w:val="both"/>
              <w:rPr>
                <w:sz w:val="28"/>
                <w:szCs w:val="28"/>
              </w:rPr>
            </w:pPr>
            <w:r w:rsidRPr="000B3D30">
              <w:rPr>
                <w:sz w:val="28"/>
                <w:szCs w:val="28"/>
              </w:rPr>
              <w:t>жилых помещений и коммунальных услуг</w:t>
            </w:r>
          </w:p>
          <w:p w:rsidR="00675580" w:rsidRDefault="00675580" w:rsidP="00FC0496">
            <w:pPr>
              <w:tabs>
                <w:tab w:val="left" w:pos="10150"/>
              </w:tabs>
              <w:jc w:val="both"/>
              <w:rPr>
                <w:snapToGrid w:val="0"/>
                <w:sz w:val="28"/>
                <w:szCs w:val="28"/>
              </w:rPr>
            </w:pPr>
            <w:r w:rsidRPr="000B3D30">
              <w:rPr>
                <w:snapToGrid w:val="0"/>
                <w:sz w:val="28"/>
                <w:szCs w:val="28"/>
              </w:rPr>
              <w:t xml:space="preserve">Учет граждан отдельных категорий в качестве нуждающихся в жилых помещениях, </w:t>
            </w:r>
          </w:p>
          <w:p w:rsidR="00675580" w:rsidRPr="000B3D30" w:rsidRDefault="00675580" w:rsidP="00FC0496">
            <w:pPr>
              <w:tabs>
                <w:tab w:val="left" w:pos="10150"/>
              </w:tabs>
              <w:jc w:val="both"/>
              <w:rPr>
                <w:snapToGrid w:val="0"/>
                <w:sz w:val="28"/>
                <w:szCs w:val="28"/>
              </w:rPr>
            </w:pPr>
            <w:r w:rsidRPr="000B3D30">
              <w:rPr>
                <w:snapToGrid w:val="0"/>
                <w:sz w:val="28"/>
                <w:szCs w:val="28"/>
              </w:rPr>
              <w:t xml:space="preserve">предоставляемых по </w:t>
            </w:r>
          </w:p>
          <w:p w:rsidR="00675580" w:rsidRPr="000B3D30" w:rsidRDefault="00675580" w:rsidP="00D172F8">
            <w:pPr>
              <w:jc w:val="both"/>
              <w:rPr>
                <w:sz w:val="28"/>
                <w:szCs w:val="28"/>
              </w:rPr>
            </w:pPr>
            <w:r w:rsidRPr="000B3D30">
              <w:rPr>
                <w:snapToGrid w:val="0"/>
                <w:sz w:val="28"/>
                <w:szCs w:val="28"/>
              </w:rPr>
              <w:t>договорам социального найма</w:t>
            </w:r>
          </w:p>
          <w:p w:rsidR="00675580" w:rsidRDefault="00675580" w:rsidP="00D172F8">
            <w:pPr>
              <w:jc w:val="both"/>
              <w:rPr>
                <w:sz w:val="28"/>
                <w:szCs w:val="28"/>
              </w:rPr>
            </w:pPr>
            <w:r w:rsidRPr="000B3D30">
              <w:rPr>
                <w:sz w:val="28"/>
                <w:szCs w:val="28"/>
              </w:rPr>
              <w:t xml:space="preserve">Прием заявлений, документов, а также постановка граждан на учет в качестве </w:t>
            </w:r>
          </w:p>
          <w:p w:rsidR="00675580" w:rsidRPr="000B3D30" w:rsidRDefault="00675580" w:rsidP="00D172F8">
            <w:pPr>
              <w:jc w:val="both"/>
              <w:rPr>
                <w:sz w:val="28"/>
                <w:szCs w:val="28"/>
              </w:rPr>
            </w:pPr>
            <w:r w:rsidRPr="000B3D30">
              <w:rPr>
                <w:sz w:val="28"/>
                <w:szCs w:val="28"/>
              </w:rPr>
              <w:t xml:space="preserve">нуждающихся в жилых помещениях </w:t>
            </w:r>
          </w:p>
          <w:p w:rsidR="00675580" w:rsidRDefault="00675580" w:rsidP="00D172F8">
            <w:pPr>
              <w:jc w:val="both"/>
              <w:rPr>
                <w:sz w:val="28"/>
                <w:szCs w:val="28"/>
              </w:rPr>
            </w:pPr>
            <w:r w:rsidRPr="000B3D30">
              <w:rPr>
                <w:sz w:val="28"/>
                <w:szCs w:val="28"/>
              </w:rPr>
              <w:t xml:space="preserve">Предоставление информации о порядке предоставления жилищно-коммунальных </w:t>
            </w:r>
          </w:p>
          <w:p w:rsidR="00675580" w:rsidRPr="000B3D30" w:rsidRDefault="00675580" w:rsidP="00D172F8">
            <w:pPr>
              <w:jc w:val="both"/>
              <w:rPr>
                <w:sz w:val="28"/>
                <w:szCs w:val="28"/>
              </w:rPr>
            </w:pPr>
            <w:r w:rsidRPr="000B3D30">
              <w:rPr>
                <w:sz w:val="28"/>
                <w:szCs w:val="28"/>
              </w:rPr>
              <w:t>услуг населению</w:t>
            </w:r>
          </w:p>
          <w:p w:rsidR="00675580" w:rsidRPr="000B3D30" w:rsidRDefault="00675580" w:rsidP="00D172F8">
            <w:pPr>
              <w:jc w:val="both"/>
              <w:rPr>
                <w:sz w:val="28"/>
                <w:szCs w:val="28"/>
              </w:rPr>
            </w:pPr>
            <w:r w:rsidRPr="000B3D30">
              <w:rPr>
                <w:sz w:val="28"/>
                <w:szCs w:val="28"/>
              </w:rPr>
              <w:t>Присвоение (уточнение) адресов объектам недвижимого имущества</w:t>
            </w:r>
          </w:p>
          <w:p w:rsidR="00675580" w:rsidRPr="000B3D30" w:rsidRDefault="00675580" w:rsidP="00D172F8">
            <w:pPr>
              <w:jc w:val="both"/>
              <w:rPr>
                <w:sz w:val="28"/>
                <w:szCs w:val="28"/>
              </w:rPr>
            </w:pPr>
            <w:r w:rsidRPr="000B3D30">
              <w:rPr>
                <w:sz w:val="28"/>
                <w:szCs w:val="28"/>
              </w:rPr>
              <w:t>Выдача справок, выписок из домовых и похозяйственных книг</w:t>
            </w:r>
          </w:p>
          <w:p w:rsidR="00675580" w:rsidRPr="000B3D30" w:rsidRDefault="00675580" w:rsidP="00D172F8">
            <w:pPr>
              <w:jc w:val="both"/>
              <w:rPr>
                <w:sz w:val="28"/>
                <w:szCs w:val="28"/>
              </w:rPr>
            </w:pPr>
            <w:r w:rsidRPr="000B3D30">
              <w:rPr>
                <w:sz w:val="28"/>
                <w:szCs w:val="28"/>
              </w:rPr>
              <w:t>Выдача справки о наличии подсобного хозяйства</w:t>
            </w:r>
          </w:p>
          <w:p w:rsidR="00675580" w:rsidRPr="000B3D30" w:rsidRDefault="00675580" w:rsidP="00D172F8">
            <w:pPr>
              <w:jc w:val="both"/>
              <w:rPr>
                <w:sz w:val="28"/>
                <w:szCs w:val="28"/>
              </w:rPr>
            </w:pPr>
            <w:r w:rsidRPr="000B3D30">
              <w:rPr>
                <w:sz w:val="28"/>
                <w:szCs w:val="28"/>
              </w:rPr>
              <w:t>Организация рассмотрения обращений граждан</w:t>
            </w:r>
          </w:p>
          <w:p w:rsidR="00675580" w:rsidRPr="000B3D30" w:rsidRDefault="00675580" w:rsidP="00D172F8">
            <w:pPr>
              <w:jc w:val="both"/>
              <w:rPr>
                <w:sz w:val="28"/>
                <w:szCs w:val="28"/>
              </w:rPr>
            </w:pPr>
            <w:r w:rsidRPr="000B3D30">
              <w:rPr>
                <w:sz w:val="28"/>
                <w:szCs w:val="28"/>
              </w:rPr>
              <w:t>Выдача разрешения на право организации розничного рынка</w:t>
            </w:r>
          </w:p>
          <w:p w:rsidR="00675580" w:rsidRPr="000B3D30" w:rsidRDefault="00675580" w:rsidP="00D172F8">
            <w:pPr>
              <w:jc w:val="both"/>
              <w:rPr>
                <w:sz w:val="28"/>
                <w:szCs w:val="28"/>
              </w:rPr>
            </w:pPr>
            <w:r w:rsidRPr="000B3D30">
              <w:rPr>
                <w:sz w:val="28"/>
                <w:szCs w:val="28"/>
              </w:rPr>
              <w:t>Осуществление муниципального градостроительного контроля</w:t>
            </w:r>
          </w:p>
          <w:p w:rsidR="00675580" w:rsidRPr="000B3D30" w:rsidRDefault="00675580" w:rsidP="00D172F8">
            <w:pPr>
              <w:jc w:val="both"/>
              <w:rPr>
                <w:sz w:val="28"/>
                <w:szCs w:val="28"/>
              </w:rPr>
            </w:pPr>
            <w:r w:rsidRPr="000B3D30">
              <w:rPr>
                <w:sz w:val="28"/>
                <w:szCs w:val="28"/>
              </w:rPr>
              <w:t>Осуществление муниципального имущественного контроля</w:t>
            </w:r>
          </w:p>
          <w:p w:rsidR="00675580" w:rsidRPr="000B3D30" w:rsidRDefault="00675580" w:rsidP="00D172F8">
            <w:pPr>
              <w:jc w:val="both"/>
              <w:rPr>
                <w:sz w:val="28"/>
                <w:szCs w:val="28"/>
              </w:rPr>
            </w:pPr>
            <w:r w:rsidRPr="000B3D30">
              <w:rPr>
                <w:sz w:val="28"/>
                <w:szCs w:val="28"/>
              </w:rPr>
              <w:t>Осуществление муниципального земельного контроля</w:t>
            </w:r>
          </w:p>
          <w:p w:rsidR="00675580" w:rsidRPr="000B3D30" w:rsidRDefault="00675580" w:rsidP="00D172F8">
            <w:pPr>
              <w:jc w:val="both"/>
              <w:rPr>
                <w:sz w:val="28"/>
                <w:szCs w:val="28"/>
              </w:rPr>
            </w:pPr>
            <w:r w:rsidRPr="000B3D30">
              <w:rPr>
                <w:sz w:val="28"/>
                <w:szCs w:val="28"/>
              </w:rPr>
              <w:t>Осуществление муниципального лесного контроля и надзора</w:t>
            </w:r>
          </w:p>
          <w:p w:rsidR="00675580" w:rsidRPr="00E1414D" w:rsidRDefault="00675580" w:rsidP="00D172F8">
            <w:pPr>
              <w:spacing w:line="276" w:lineRule="auto"/>
              <w:jc w:val="both"/>
            </w:pPr>
          </w:p>
        </w:tc>
      </w:tr>
    </w:tbl>
    <w:p w:rsidR="00675580" w:rsidRPr="004E4A0F" w:rsidRDefault="00675580" w:rsidP="000556B0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4E4A0F">
        <w:rPr>
          <w:b/>
          <w:bCs/>
          <w:sz w:val="28"/>
          <w:szCs w:val="28"/>
        </w:rPr>
        <w:t>11. Показатели эффективности и результативности</w:t>
      </w:r>
    </w:p>
    <w:p w:rsidR="00675580" w:rsidRPr="004E4A0F" w:rsidRDefault="00675580" w:rsidP="000556B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E4A0F">
        <w:rPr>
          <w:b/>
          <w:bCs/>
          <w:sz w:val="28"/>
          <w:szCs w:val="28"/>
        </w:rPr>
        <w:t>профессиональной служебной деятельности</w:t>
      </w:r>
    </w:p>
    <w:p w:rsidR="00675580" w:rsidRPr="004E4A0F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>Эффективность и результативность профессиональной служебной деятельности муниципального служащего определяется в зависимости от уровня достижения следующих показателей:</w:t>
      </w:r>
    </w:p>
    <w:p w:rsidR="00675580" w:rsidRPr="004E4A0F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>выполняемому объему работы и интенсивности труда, способности сохранять высокую работоспособность, соблюдению служебной дисциплины;</w:t>
      </w:r>
    </w:p>
    <w:p w:rsidR="00675580" w:rsidRPr="004E4A0F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>своевременности и оперативности выполнения поручений;</w:t>
      </w:r>
    </w:p>
    <w:p w:rsidR="00675580" w:rsidRPr="004E4A0F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>качеству выполненной работы (подготовке документов в соответствии с установленными требованиями, полному и логичному изложению материала, юридически грамотному составлению документа, отсутствию стилистических и грамматических ошибок);</w:t>
      </w:r>
    </w:p>
    <w:p w:rsidR="00675580" w:rsidRPr="004E4A0F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>профессиональной компетентности (знанию законодательных и иных нормативных правовых актов, широте профессионального кругозора, умению работать с документами);</w:t>
      </w:r>
    </w:p>
    <w:p w:rsidR="00675580" w:rsidRPr="004E4A0F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>способности четко организовывать и планировать выполнение порученных заданий, умению рационально использовать служебное время, расставлять приоритеты;</w:t>
      </w:r>
    </w:p>
    <w:p w:rsidR="00675580" w:rsidRPr="004E4A0F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>творческому подходу к решению поставленных задач, активности и инициативе в освоении новых компьютерных и информационных технологий, способности быстро адаптироваться к новым условиям и требованиям;</w:t>
      </w:r>
    </w:p>
    <w:p w:rsidR="00675580" w:rsidRPr="004E4A0F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>осознанию ответственности за последствия своих действий, принимаемых решений.</w:t>
      </w:r>
    </w:p>
    <w:p w:rsidR="00675580" w:rsidRDefault="00675580" w:rsidP="000556B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75580" w:rsidRPr="004E4A0F" w:rsidRDefault="00675580" w:rsidP="000556B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E4A0F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2</w:t>
      </w:r>
      <w:r w:rsidRPr="004E4A0F">
        <w:rPr>
          <w:b/>
          <w:bCs/>
          <w:sz w:val="28"/>
          <w:szCs w:val="28"/>
        </w:rPr>
        <w:t>. Заключительные положения</w:t>
      </w:r>
    </w:p>
    <w:p w:rsidR="00675580" w:rsidRPr="004E4A0F" w:rsidRDefault="00675580" w:rsidP="000556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A0F">
        <w:rPr>
          <w:sz w:val="28"/>
          <w:szCs w:val="28"/>
        </w:rPr>
        <w:t>В связи с принятием федеральных законов, указов Президента Российской Федерации, иных нормативных правовых актов Российской Федерации, а также законов Курской области и иных нормативных правовых актов Курской области, регламентирующих муниципальную службу и непосредственно касающихся деятельности органа местного самоуправления Курской области, в настоящую должностную инструкцию могут быть внесены дополнения и изменения.</w:t>
      </w:r>
    </w:p>
    <w:p w:rsidR="00675580" w:rsidRDefault="00675580" w:rsidP="000556B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75580" w:rsidRDefault="00675580" w:rsidP="000556B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B06E4">
        <w:rPr>
          <w:sz w:val="28"/>
          <w:szCs w:val="28"/>
        </w:rPr>
        <w:t>С должностн</w:t>
      </w:r>
      <w:r>
        <w:rPr>
          <w:sz w:val="28"/>
          <w:szCs w:val="28"/>
        </w:rPr>
        <w:t>ой инструкцией</w:t>
      </w:r>
      <w:r w:rsidRPr="002B06E4">
        <w:rPr>
          <w:sz w:val="28"/>
          <w:szCs w:val="28"/>
        </w:rPr>
        <w:t xml:space="preserve"> ознакомлен (на):</w:t>
      </w:r>
    </w:p>
    <w:p w:rsidR="00675580" w:rsidRDefault="00675580" w:rsidP="000556B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</w:t>
      </w:r>
    </w:p>
    <w:p w:rsidR="00675580" w:rsidRDefault="00675580" w:rsidP="000556B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Новопершинского сельсовета</w:t>
      </w:r>
    </w:p>
    <w:p w:rsidR="00675580" w:rsidRPr="002B06E4" w:rsidRDefault="00675580" w:rsidP="000556B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Дмитриевского района Курской области</w:t>
      </w:r>
    </w:p>
    <w:p w:rsidR="00675580" w:rsidRPr="002B06E4" w:rsidRDefault="00675580" w:rsidP="000556B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B06E4">
        <w:rPr>
          <w:sz w:val="28"/>
          <w:szCs w:val="28"/>
        </w:rPr>
        <w:t xml:space="preserve">«___»_____________20__г.             </w:t>
      </w:r>
      <w:r>
        <w:rPr>
          <w:sz w:val="28"/>
          <w:szCs w:val="28"/>
        </w:rPr>
        <w:t xml:space="preserve">                                         Г.А.Азарова  </w:t>
      </w:r>
    </w:p>
    <w:p w:rsidR="00675580" w:rsidRPr="002B06E4" w:rsidRDefault="00675580" w:rsidP="000556B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B06E4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                      </w:t>
      </w:r>
      <w:r w:rsidRPr="002B06E4">
        <w:rPr>
          <w:sz w:val="28"/>
          <w:szCs w:val="28"/>
        </w:rPr>
        <w:t>(подпись)</w:t>
      </w:r>
    </w:p>
    <w:p w:rsidR="00675580" w:rsidRPr="007306E9" w:rsidRDefault="00675580" w:rsidP="000556B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306E9">
        <w:rPr>
          <w:sz w:val="28"/>
          <w:szCs w:val="28"/>
        </w:rPr>
        <w:t>Второй экземпляр получил(а)</w:t>
      </w:r>
    </w:p>
    <w:p w:rsidR="00675580" w:rsidRPr="007306E9" w:rsidRDefault="00675580" w:rsidP="000556B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 руки                                            ________________ «</w:t>
      </w:r>
      <w:r w:rsidRPr="007306E9">
        <w:rPr>
          <w:sz w:val="28"/>
          <w:szCs w:val="28"/>
        </w:rPr>
        <w:t>____</w:t>
      </w:r>
      <w:r>
        <w:rPr>
          <w:sz w:val="28"/>
          <w:szCs w:val="28"/>
        </w:rPr>
        <w:t>»</w:t>
      </w:r>
      <w:r w:rsidRPr="007306E9">
        <w:rPr>
          <w:sz w:val="28"/>
          <w:szCs w:val="28"/>
        </w:rPr>
        <w:t xml:space="preserve"> __________ 20__ г.</w:t>
      </w:r>
    </w:p>
    <w:p w:rsidR="00675580" w:rsidRPr="007306E9" w:rsidRDefault="00675580" w:rsidP="000556B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306E9">
        <w:rPr>
          <w:sz w:val="28"/>
          <w:szCs w:val="28"/>
        </w:rPr>
        <w:t xml:space="preserve">                                 </w:t>
      </w:r>
      <w:r w:rsidRPr="0029403E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</w:t>
      </w:r>
      <w:r w:rsidRPr="007306E9">
        <w:rPr>
          <w:sz w:val="28"/>
          <w:szCs w:val="28"/>
        </w:rPr>
        <w:t xml:space="preserve"> (подпись)</w:t>
      </w:r>
    </w:p>
    <w:p w:rsidR="00675580" w:rsidRPr="0029403E" w:rsidRDefault="00675580" w:rsidP="000556B0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Pr="0029403E">
        <w:rPr>
          <w:b/>
          <w:bCs/>
          <w:sz w:val="28"/>
          <w:szCs w:val="28"/>
        </w:rPr>
        <w:t>ЛИСТ ОЗНАКОМЛЕНИЯ</w:t>
      </w:r>
    </w:p>
    <w:p w:rsidR="00675580" w:rsidRPr="0009446A" w:rsidRDefault="00675580" w:rsidP="000556B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9403E">
        <w:rPr>
          <w:b/>
          <w:bCs/>
          <w:sz w:val="28"/>
          <w:szCs w:val="28"/>
        </w:rPr>
        <w:t>муниципального служащего с должностной инструкцией</w:t>
      </w:r>
    </w:p>
    <w:p w:rsidR="00675580" w:rsidRPr="007306E9" w:rsidRDefault="00675580" w:rsidP="000556B0">
      <w:pPr>
        <w:keepNext/>
        <w:keepLines/>
        <w:jc w:val="center"/>
        <w:outlineLvl w:val="0"/>
        <w:rPr>
          <w:sz w:val="18"/>
          <w:szCs w:val="18"/>
        </w:rPr>
      </w:pPr>
      <w:r>
        <w:rPr>
          <w:sz w:val="28"/>
          <w:szCs w:val="28"/>
        </w:rPr>
        <w:t xml:space="preserve">муниципального служащего, замещающего должность заместителя Главы </w:t>
      </w:r>
    </w:p>
    <w:p w:rsidR="00675580" w:rsidRDefault="00675580" w:rsidP="000556B0">
      <w:pPr>
        <w:keepNext/>
        <w:keepLines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Администрации Новопершинского сельсовета Дмитриевского района Курской области</w:t>
      </w:r>
    </w:p>
    <w:p w:rsidR="00675580" w:rsidRPr="0029403E" w:rsidRDefault="00675580" w:rsidP="000556B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CellSpacing w:w="5" w:type="nil"/>
        <w:tblInd w:w="2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1560"/>
        <w:gridCol w:w="1680"/>
        <w:gridCol w:w="1680"/>
        <w:gridCol w:w="2160"/>
        <w:gridCol w:w="840"/>
        <w:gridCol w:w="1200"/>
      </w:tblGrid>
      <w:tr w:rsidR="00675580" w:rsidRPr="0029403E">
        <w:trPr>
          <w:trHeight w:val="10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№</w:t>
            </w:r>
          </w:p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п/п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Ф.И.О.</w:t>
            </w:r>
          </w:p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(полностью)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Дата, номер</w:t>
            </w:r>
          </w:p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распоряжения</w:t>
            </w:r>
          </w:p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о назначении</w:t>
            </w:r>
          </w:p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на должность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Дата, номер</w:t>
            </w:r>
          </w:p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распоряжения</w:t>
            </w:r>
          </w:p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об</w:t>
            </w:r>
          </w:p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освобождении</w:t>
            </w:r>
          </w:p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от должности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 xml:space="preserve">Должность </w:t>
            </w:r>
          </w:p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(при</w:t>
            </w:r>
          </w:p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временном</w:t>
            </w:r>
          </w:p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замещении</w:t>
            </w:r>
          </w:p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должности иным</w:t>
            </w:r>
          </w:p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лицом)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Дата</w:t>
            </w:r>
          </w:p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озна-</w:t>
            </w:r>
          </w:p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ком-</w:t>
            </w:r>
          </w:p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ления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Личная</w:t>
            </w:r>
          </w:p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03E">
              <w:t>подпись</w:t>
            </w:r>
          </w:p>
        </w:tc>
      </w:tr>
      <w:tr w:rsidR="00675580" w:rsidRPr="0029403E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75580" w:rsidRPr="0029403E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75580" w:rsidRPr="0029403E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75580" w:rsidRPr="0029403E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75580" w:rsidRPr="0029403E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75580" w:rsidRPr="0029403E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75580" w:rsidRPr="0029403E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75580" w:rsidRPr="0029403E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75580" w:rsidRPr="0029403E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580" w:rsidRPr="0029403E" w:rsidRDefault="00675580" w:rsidP="00D172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675580" w:rsidRPr="0029403E" w:rsidRDefault="00675580" w:rsidP="000556B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75580" w:rsidRPr="007306E9" w:rsidRDefault="00675580" w:rsidP="000556B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5580" w:rsidRDefault="00675580" w:rsidP="00DF144A">
      <w:pPr>
        <w:jc w:val="both"/>
        <w:rPr>
          <w:sz w:val="28"/>
          <w:szCs w:val="28"/>
        </w:rPr>
      </w:pPr>
    </w:p>
    <w:p w:rsidR="00675580" w:rsidRDefault="00675580" w:rsidP="00DF144A">
      <w:pPr>
        <w:jc w:val="both"/>
        <w:rPr>
          <w:sz w:val="28"/>
          <w:szCs w:val="28"/>
        </w:rPr>
      </w:pPr>
    </w:p>
    <w:p w:rsidR="00675580" w:rsidRDefault="00675580"/>
    <w:sectPr w:rsidR="00675580" w:rsidSect="00FC0496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5580" w:rsidRDefault="00675580" w:rsidP="00723DC3">
      <w:r>
        <w:separator/>
      </w:r>
    </w:p>
  </w:endnote>
  <w:endnote w:type="continuationSeparator" w:id="1">
    <w:p w:rsidR="00675580" w:rsidRDefault="00675580" w:rsidP="00723D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5580" w:rsidRDefault="00675580" w:rsidP="00723DC3">
      <w:r>
        <w:separator/>
      </w:r>
    </w:p>
  </w:footnote>
  <w:footnote w:type="continuationSeparator" w:id="1">
    <w:p w:rsidR="00675580" w:rsidRDefault="00675580" w:rsidP="00723D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580" w:rsidRPr="007F2687" w:rsidRDefault="00675580" w:rsidP="007F2687">
    <w:pPr>
      <w:pStyle w:val="Header"/>
      <w:jc w:val="center"/>
      <w:rPr>
        <w:rFonts w:ascii="Times New Roman" w:hAnsi="Times New Roman" w:cs="Times New Roman"/>
        <w:sz w:val="20"/>
        <w:szCs w:val="20"/>
      </w:rPr>
    </w:pPr>
    <w:r w:rsidRPr="007F2687">
      <w:rPr>
        <w:rFonts w:ascii="Times New Roman" w:hAnsi="Times New Roman" w:cs="Times New Roman"/>
        <w:sz w:val="20"/>
        <w:szCs w:val="20"/>
      </w:rPr>
      <w:fldChar w:fldCharType="begin"/>
    </w:r>
    <w:r w:rsidRPr="007F2687">
      <w:rPr>
        <w:rFonts w:ascii="Times New Roman" w:hAnsi="Times New Roman" w:cs="Times New Roman"/>
        <w:sz w:val="20"/>
        <w:szCs w:val="20"/>
      </w:rPr>
      <w:instrText>PAGE   \* MERGEFORMAT</w:instrText>
    </w:r>
    <w:r w:rsidRPr="007F2687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14</w:t>
    </w:r>
    <w:r w:rsidRPr="007F2687">
      <w:rPr>
        <w:rFonts w:ascii="Times New Roman" w:hAnsi="Times New Roman" w:cs="Times New Roman"/>
        <w:sz w:val="20"/>
        <w:szCs w:val="20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638A"/>
    <w:rsid w:val="00034644"/>
    <w:rsid w:val="000373F1"/>
    <w:rsid w:val="000408A2"/>
    <w:rsid w:val="000556B0"/>
    <w:rsid w:val="00061DC9"/>
    <w:rsid w:val="00075549"/>
    <w:rsid w:val="0009446A"/>
    <w:rsid w:val="000B3D30"/>
    <w:rsid w:val="000C5F87"/>
    <w:rsid w:val="000C70A6"/>
    <w:rsid w:val="000F5D2D"/>
    <w:rsid w:val="00113E54"/>
    <w:rsid w:val="001837A1"/>
    <w:rsid w:val="001B1B25"/>
    <w:rsid w:val="001D6DC3"/>
    <w:rsid w:val="001E00F6"/>
    <w:rsid w:val="00244F7F"/>
    <w:rsid w:val="002734A2"/>
    <w:rsid w:val="002743A4"/>
    <w:rsid w:val="00285178"/>
    <w:rsid w:val="00292FD2"/>
    <w:rsid w:val="0029403E"/>
    <w:rsid w:val="002A00D6"/>
    <w:rsid w:val="002A6A07"/>
    <w:rsid w:val="002B06E4"/>
    <w:rsid w:val="002E25CD"/>
    <w:rsid w:val="002E4A06"/>
    <w:rsid w:val="003272BD"/>
    <w:rsid w:val="003505F2"/>
    <w:rsid w:val="00375DCC"/>
    <w:rsid w:val="00387961"/>
    <w:rsid w:val="003A30A0"/>
    <w:rsid w:val="003A3A08"/>
    <w:rsid w:val="003C638A"/>
    <w:rsid w:val="003D7169"/>
    <w:rsid w:val="00433686"/>
    <w:rsid w:val="004C4D1C"/>
    <w:rsid w:val="004E4A0F"/>
    <w:rsid w:val="005063CD"/>
    <w:rsid w:val="00541C06"/>
    <w:rsid w:val="005B78DE"/>
    <w:rsid w:val="006010F1"/>
    <w:rsid w:val="00640AD7"/>
    <w:rsid w:val="00641EAA"/>
    <w:rsid w:val="00653A76"/>
    <w:rsid w:val="00675580"/>
    <w:rsid w:val="006F230F"/>
    <w:rsid w:val="00723DC3"/>
    <w:rsid w:val="00727486"/>
    <w:rsid w:val="007306E9"/>
    <w:rsid w:val="0077723F"/>
    <w:rsid w:val="00790E93"/>
    <w:rsid w:val="007B29F3"/>
    <w:rsid w:val="007F0E95"/>
    <w:rsid w:val="007F2687"/>
    <w:rsid w:val="00826A53"/>
    <w:rsid w:val="00903641"/>
    <w:rsid w:val="00916DB4"/>
    <w:rsid w:val="00930F76"/>
    <w:rsid w:val="00972344"/>
    <w:rsid w:val="00974DA3"/>
    <w:rsid w:val="009C2F37"/>
    <w:rsid w:val="00A077ED"/>
    <w:rsid w:val="00A27B4C"/>
    <w:rsid w:val="00A309CA"/>
    <w:rsid w:val="00A57546"/>
    <w:rsid w:val="00A64E0B"/>
    <w:rsid w:val="00AC1481"/>
    <w:rsid w:val="00AC3403"/>
    <w:rsid w:val="00AE6C6D"/>
    <w:rsid w:val="00AF5832"/>
    <w:rsid w:val="00B103B3"/>
    <w:rsid w:val="00B13961"/>
    <w:rsid w:val="00B96C81"/>
    <w:rsid w:val="00BA69ED"/>
    <w:rsid w:val="00BC568C"/>
    <w:rsid w:val="00BF6249"/>
    <w:rsid w:val="00C6474A"/>
    <w:rsid w:val="00CC67BA"/>
    <w:rsid w:val="00CD4E59"/>
    <w:rsid w:val="00CD75B8"/>
    <w:rsid w:val="00CE1D8A"/>
    <w:rsid w:val="00CE2F5F"/>
    <w:rsid w:val="00D16845"/>
    <w:rsid w:val="00D172F8"/>
    <w:rsid w:val="00D25647"/>
    <w:rsid w:val="00D3247D"/>
    <w:rsid w:val="00DC0489"/>
    <w:rsid w:val="00DF144A"/>
    <w:rsid w:val="00E0540F"/>
    <w:rsid w:val="00E1414D"/>
    <w:rsid w:val="00E40303"/>
    <w:rsid w:val="00E43440"/>
    <w:rsid w:val="00E811BF"/>
    <w:rsid w:val="00E84E58"/>
    <w:rsid w:val="00EB14CC"/>
    <w:rsid w:val="00EE2DA7"/>
    <w:rsid w:val="00F4176C"/>
    <w:rsid w:val="00F45922"/>
    <w:rsid w:val="00F506C8"/>
    <w:rsid w:val="00FB1BA2"/>
    <w:rsid w:val="00FB4A7D"/>
    <w:rsid w:val="00FB73C3"/>
    <w:rsid w:val="00FC0496"/>
    <w:rsid w:val="00FC6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44A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DF144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C67BA"/>
    <w:rPr>
      <w:sz w:val="2"/>
      <w:szCs w:val="2"/>
    </w:rPr>
  </w:style>
  <w:style w:type="character" w:styleId="Hyperlink">
    <w:name w:val="Hyperlink"/>
    <w:basedOn w:val="DefaultParagraphFont"/>
    <w:uiPriority w:val="99"/>
    <w:rsid w:val="000556B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556B0"/>
    <w:pPr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556B0"/>
    <w:rPr>
      <w:rFonts w:ascii="Calibri" w:hAnsi="Calibri" w:cs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0556B0"/>
    <w:pPr>
      <w:spacing w:after="200" w:line="276" w:lineRule="auto"/>
    </w:pPr>
    <w:rPr>
      <w:lang w:eastAsia="en-US"/>
    </w:rPr>
  </w:style>
  <w:style w:type="paragraph" w:styleId="Subtitle">
    <w:name w:val="Subtitle"/>
    <w:basedOn w:val="Normal"/>
    <w:link w:val="SubtitleChar"/>
    <w:uiPriority w:val="99"/>
    <w:qFormat/>
    <w:rsid w:val="000556B0"/>
    <w:pPr>
      <w:spacing w:after="60" w:line="276" w:lineRule="auto"/>
      <w:jc w:val="center"/>
      <w:outlineLvl w:val="1"/>
    </w:pPr>
    <w:rPr>
      <w:rFonts w:ascii="Arial" w:hAnsi="Arial" w:cs="Arial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556B0"/>
    <w:rPr>
      <w:rFonts w:ascii="Arial" w:hAnsi="Arial" w:cs="Arial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26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563DBA7D29EF9C73B1DFEC88E25CD0896FA8A65B629CB83097EDBA29AEA53F04D2D9B2CE02DEEBFcBeD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14</Pages>
  <Words>3793</Words>
  <Characters>21622</Characters>
  <Application>Microsoft Office Outlook</Application>
  <DocSecurity>0</DocSecurity>
  <Lines>0</Lines>
  <Paragraphs>0</Paragraphs>
  <ScaleCrop>false</ScaleCrop>
  <Company>CtrlSoft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ааааааааааааааааааммммммммммммммииииииииииииии</dc:title>
  <dc:subject/>
  <dc:creator>Васильевна</dc:creator>
  <cp:keywords/>
  <dc:description/>
  <cp:lastModifiedBy>а</cp:lastModifiedBy>
  <cp:revision>8</cp:revision>
  <cp:lastPrinted>2017-04-07T10:03:00Z</cp:lastPrinted>
  <dcterms:created xsi:type="dcterms:W3CDTF">2017-04-06T09:22:00Z</dcterms:created>
  <dcterms:modified xsi:type="dcterms:W3CDTF">2017-04-27T08:13:00Z</dcterms:modified>
</cp:coreProperties>
</file>