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СОБРАНИЕ ДЕПУТАТОВ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НОВОПЕРШИНСКОГО СЕЛЬСОВЕТА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 ОБЛАСТИ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</w:p>
    <w:p w:rsidR="00AB26C6" w:rsidRDefault="00AB26C6" w:rsidP="00F21D2D">
      <w:pPr>
        <w:tabs>
          <w:tab w:val="left" w:pos="2895"/>
          <w:tab w:val="center" w:pos="4677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>от 18 декабря 2017 года            д. Новая Першина                                  № 91</w:t>
      </w: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слушаний по проекту решения Собрания депутатов Новопершинского сельсовета Дмитриевского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района «О внесении изменений и дополнений  в Устав муниципального образования «Новопершинский сельсовет»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Дмитриевского района Курской области</w:t>
      </w:r>
    </w:p>
    <w:p w:rsidR="00AB26C6" w:rsidRDefault="00AB26C6" w:rsidP="00F21D2D">
      <w:pPr>
        <w:jc w:val="center"/>
        <w:rPr>
          <w:b/>
          <w:bCs/>
          <w:sz w:val="28"/>
          <w:szCs w:val="28"/>
        </w:rPr>
      </w:pPr>
    </w:p>
    <w:p w:rsidR="00AB26C6" w:rsidRDefault="00AB26C6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Собрание депутатов Новопершинского сельсовета Дмитриевского района  Курской области  РЕШИЛО:</w:t>
      </w:r>
    </w:p>
    <w:p w:rsidR="00AB26C6" w:rsidRDefault="00AB26C6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порядок  проведения публичных слушаний по проекту решения Собрания депутатов Новопершинского сельсовета Дмитриевского района «О  внесении изменений и дополнений в Устав муниципального образования «Новопершинский сельсовет» Дмитриевского района Курской области».</w:t>
      </w:r>
    </w:p>
    <w:p w:rsidR="00AB26C6" w:rsidRDefault="00AB26C6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 порядок проведения публичных слушаний по проекту решения Собрания депутатов Новопершинского сельсовета Дмитриевского района «О  внесении изменений и дополнений в Устав муниципального образования «Новопершинский сельсовет» Дмитриевского района Курской области» на трех информационных стендах, расположенных: 1-й – здание Администрации Новопершинского сельсовета Дмитриевского района в д. Новая Першина, 2-й –  административное здание в с.Генеральшино; 3-й – административное здание в с.Снижа.</w:t>
      </w:r>
    </w:p>
    <w:p w:rsidR="00AB26C6" w:rsidRDefault="00AB26C6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Провести публичные слушания по проекту  решения Собрания депутатов Новопершинского сельсовета Дмитриевского района «О  внесении изменений и дополнений в Устав муниципального образования «Новопершинский сельсовет» Дмитриевского района Курской области»                 «09» января 2017 года в 14-00 часов по адресу: Курская область, Дмитриевский район, д. Новая Першина, МКУК «Новопершинский центральный  сельский Дом культуры».</w:t>
      </w:r>
    </w:p>
    <w:p w:rsidR="00AB26C6" w:rsidRDefault="00AB26C6" w:rsidP="00F21D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обнародовать на указанных в п. 2 информационных стендах.</w:t>
      </w:r>
    </w:p>
    <w:p w:rsidR="00AB26C6" w:rsidRDefault="00AB26C6" w:rsidP="00F21D2D">
      <w:pPr>
        <w:ind w:firstLine="284"/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Новопершинского сельсовета</w:t>
      </w: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          Л.Л.Ливенцева</w:t>
      </w: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Новопершинского сельсовета</w:t>
      </w:r>
    </w:p>
    <w:p w:rsidR="00AB26C6" w:rsidRDefault="00AB26C6" w:rsidP="00F21D2D">
      <w:pPr>
        <w:jc w:val="both"/>
        <w:rPr>
          <w:sz w:val="28"/>
          <w:szCs w:val="28"/>
        </w:rPr>
      </w:pPr>
      <w:r>
        <w:rPr>
          <w:sz w:val="28"/>
          <w:szCs w:val="28"/>
        </w:rPr>
        <w:t>Дмитриевского района                                                              А.Н.Дорожкин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AB26C6" w:rsidRDefault="00AB26C6" w:rsidP="00F21D2D">
      <w:pPr>
        <w:rPr>
          <w:sz w:val="28"/>
          <w:szCs w:val="28"/>
        </w:rPr>
      </w:pPr>
    </w:p>
    <w:p w:rsidR="00AB26C6" w:rsidRDefault="00AB26C6" w:rsidP="00D201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УТВЕРЖДЕН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решением Собрания депутатов    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Новопершинского  сельсовета                              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Дмитриевского  района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Курской  области</w:t>
      </w:r>
    </w:p>
    <w:p w:rsidR="00AB26C6" w:rsidRDefault="00AB26C6" w:rsidP="00F21D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18 декабря 2017  года  № 91</w:t>
      </w:r>
    </w:p>
    <w:p w:rsidR="00AB26C6" w:rsidRDefault="00AB26C6" w:rsidP="00F21D2D">
      <w:pPr>
        <w:jc w:val="right"/>
        <w:rPr>
          <w:sz w:val="28"/>
          <w:szCs w:val="28"/>
        </w:rPr>
      </w:pPr>
    </w:p>
    <w:p w:rsidR="00AB26C6" w:rsidRDefault="00AB26C6" w:rsidP="00F21D2D">
      <w:pPr>
        <w:jc w:val="right"/>
        <w:rPr>
          <w:sz w:val="28"/>
          <w:szCs w:val="28"/>
        </w:rPr>
      </w:pPr>
    </w:p>
    <w:p w:rsidR="00AB26C6" w:rsidRDefault="00AB26C6" w:rsidP="00F21D2D">
      <w:pPr>
        <w:pStyle w:val="Heading1"/>
        <w:numPr>
          <w:ilvl w:val="0"/>
          <w:numId w:val="1"/>
        </w:numPr>
        <w:tabs>
          <w:tab w:val="left" w:pos="0"/>
        </w:tabs>
      </w:pPr>
      <w:r>
        <w:t>ПОРЯДОК</w:t>
      </w:r>
    </w:p>
    <w:p w:rsidR="00AB26C6" w:rsidRDefault="00AB26C6" w:rsidP="00F21D2D"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публичных слушаний по проекту решения  Собрания  депутатов Новопершинского  сельсовета Дмитриевского   района Курской области</w:t>
      </w:r>
    </w:p>
    <w:p w:rsidR="00AB26C6" w:rsidRDefault="00AB26C6" w:rsidP="00F21D2D">
      <w:pPr>
        <w:ind w:right="-286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и дополнений в Устав муниципального образования   «Новопершинский сельсовет »Дмитриевского  района Курской области»</w:t>
      </w: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Настоящий Порядок регулирует вопросы проведения публичных слушаний по проекту решения   Собрания депутатов Новопершинского  сельсовета Дмитриевского   района Курской области «О внесении изменений и дополнений в Устав муниципального образования «Новопершинский сельсовет» Дмитриевского  района Курской области» (далее проект решения о внесении изменений и дополнений в Устав).</w:t>
      </w: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Публичные слушания по проекту решения о внесении изменений и дополнений в Устав являются одним из способов непосредственного участия граждан в осуществлении местного самоуправления. </w:t>
      </w:r>
    </w:p>
    <w:p w:rsidR="00AB26C6" w:rsidRDefault="00AB26C6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о проведении публичных слушаний, включающее информацию о месте и времени проведения публичных слушаний, принимает   Собрание депутатов Новопершинского  сельсовета Дмитриевского  района.</w:t>
      </w:r>
    </w:p>
    <w:p w:rsidR="00AB26C6" w:rsidRDefault="00AB26C6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решение обнародовать путем вывешивания в людных местах                                                                                                                                    не позднее, чем за 7 дней до дня публичных слушаний.</w:t>
      </w:r>
    </w:p>
    <w:p w:rsidR="00AB26C6" w:rsidRDefault="00AB26C6" w:rsidP="00F21D2D">
      <w:pPr>
        <w:ind w:firstLine="709"/>
        <w:jc w:val="both"/>
        <w:rPr>
          <w:sz w:val="28"/>
          <w:szCs w:val="28"/>
        </w:rPr>
      </w:pPr>
    </w:p>
    <w:p w:rsidR="00AB26C6" w:rsidRDefault="00AB26C6" w:rsidP="00F21D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публичных слушаниях могут принимать участие все желающие граждане, постоянно проживающие на территории Новопершинского  сельсовета Дмитриевского   района.</w:t>
      </w:r>
    </w:p>
    <w:p w:rsidR="00AB26C6" w:rsidRDefault="00AB26C6" w:rsidP="00F21D2D">
      <w:pPr>
        <w:ind w:firstLine="709"/>
        <w:jc w:val="both"/>
        <w:rPr>
          <w:sz w:val="28"/>
          <w:szCs w:val="28"/>
        </w:rPr>
      </w:pPr>
    </w:p>
    <w:p w:rsidR="00AB26C6" w:rsidRDefault="00AB26C6" w:rsidP="00F21D2D">
      <w:pPr>
        <w:pStyle w:val="21"/>
      </w:pPr>
      <w:r>
        <w:t>5. Председательствующим на публичных слушаниях является председатель Собрания депутатов Новопершинского  сельсовета Дмитриевского   района либо председатель комиссии по обсуждению проекта решения  Собрания депутатов Новопершинского  сельсовета  Дмитриевского   района Курской области «О внесении изменений и дополнений в Устав муниципального образования «Новопершинский сельсовет» Дмитриевского   района Курской области» (далее – комиссия).</w:t>
      </w: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Председательствующий ведет публичные слушания и следит за порядком обсуждения вопросов повестки публичных слушаний. В ходе публичных слушаний ведется протокол.</w:t>
      </w: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6. Публичные слушания начинаются кратким вступительным словом председательствующего, который информирует    собравшихся   о существе  обсуждаемого   вопроса,    порядке проведения публичных слушаний и определении  их   регламента. Затем слово предоставляется членам комиссии, после чего следует обсуждение вопросов участников слушаний, которые могут быть заданы как в устной, так и в письменной формах.</w:t>
      </w: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7. По результатам публичных слушаний принимаются рекомендации по проекту решения о внесении изменений и дополнений в Устав. Рекомендации считаются принятыми, если за них проголосовало более половины присутствующих на публичных слушаниях граждан.</w:t>
      </w:r>
    </w:p>
    <w:p w:rsidR="00AB26C6" w:rsidRDefault="00AB26C6" w:rsidP="00F21D2D">
      <w:pPr>
        <w:pStyle w:val="BodyText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Протокол публичных слушаний вместе с принятыми на них рекомендациями направляется   Собранию депутатов Новопершинского  сельсовета Дмитриевского   района, обнародовать путем вывешивания в людных местах.   </w:t>
      </w: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 w:rsidP="00F21D2D">
      <w:pPr>
        <w:jc w:val="both"/>
        <w:rPr>
          <w:sz w:val="28"/>
          <w:szCs w:val="28"/>
        </w:rPr>
      </w:pPr>
    </w:p>
    <w:p w:rsidR="00AB26C6" w:rsidRDefault="00AB26C6"/>
    <w:sectPr w:rsidR="00AB26C6" w:rsidSect="00F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D2D"/>
    <w:rsid w:val="003710B9"/>
    <w:rsid w:val="00993DA5"/>
    <w:rsid w:val="00AB26C6"/>
    <w:rsid w:val="00D20103"/>
    <w:rsid w:val="00F21D2D"/>
    <w:rsid w:val="00FA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D2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21D2D"/>
    <w:pPr>
      <w:keepNext/>
      <w:tabs>
        <w:tab w:val="num" w:pos="360"/>
      </w:tabs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21D2D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F21D2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21D2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F21D2D"/>
    <w:pPr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76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853</Words>
  <Characters>4863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Почепное</dc:creator>
  <cp:keywords/>
  <dc:description/>
  <cp:lastModifiedBy>а</cp:lastModifiedBy>
  <cp:revision>3</cp:revision>
  <cp:lastPrinted>2017-12-28T12:12:00Z</cp:lastPrinted>
  <dcterms:created xsi:type="dcterms:W3CDTF">2017-12-28T11:15:00Z</dcterms:created>
  <dcterms:modified xsi:type="dcterms:W3CDTF">2017-12-28T12:14:00Z</dcterms:modified>
</cp:coreProperties>
</file>