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A3" w:rsidRDefault="008E7AA3"/>
    <w:p w:rsidR="008E7AA3" w:rsidRDefault="008E7AA3">
      <w:r>
        <w:t xml:space="preserve">                                                                                                                                          </w:t>
      </w:r>
    </w:p>
    <w:p w:rsidR="008E7AA3" w:rsidRDefault="008E7AA3"/>
    <w:p w:rsidR="008E7AA3" w:rsidRPr="00BE1C1F" w:rsidRDefault="008E7AA3">
      <w:pPr>
        <w:rPr>
          <w:b/>
          <w:bCs/>
          <w:sz w:val="28"/>
          <w:szCs w:val="28"/>
        </w:rPr>
      </w:pPr>
    </w:p>
    <w:p w:rsidR="008E7AA3" w:rsidRPr="006556DC" w:rsidRDefault="008E7AA3" w:rsidP="00A45B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  <w:r>
        <w:rPr>
          <w:b/>
          <w:bCs/>
          <w:sz w:val="28"/>
          <w:szCs w:val="28"/>
        </w:rPr>
        <w:br/>
        <w:t>АДМИНИСТРАЦИЯ НОВОПЕРШИНСКОГО СЛЬСОВЕТА</w:t>
      </w:r>
      <w:r>
        <w:rPr>
          <w:b/>
          <w:bCs/>
          <w:sz w:val="28"/>
          <w:szCs w:val="28"/>
        </w:rPr>
        <w:br/>
        <w:t xml:space="preserve">ДМИТРИЕВСКОГО РАЙОНА КУРСКОЙ ОБЛАСТИ </w:t>
      </w:r>
    </w:p>
    <w:p w:rsidR="008E7AA3" w:rsidRDefault="008E7AA3" w:rsidP="002C73F6">
      <w:pPr>
        <w:jc w:val="center"/>
        <w:rPr>
          <w:b/>
          <w:bCs/>
          <w:sz w:val="28"/>
          <w:szCs w:val="28"/>
        </w:rPr>
      </w:pPr>
    </w:p>
    <w:p w:rsidR="008E7AA3" w:rsidRDefault="008E7AA3" w:rsidP="00BE1C1F">
      <w:pPr>
        <w:jc w:val="center"/>
        <w:rPr>
          <w:b/>
          <w:bCs/>
          <w:sz w:val="28"/>
          <w:szCs w:val="28"/>
        </w:rPr>
      </w:pPr>
      <w:r w:rsidRPr="006556DC">
        <w:rPr>
          <w:b/>
          <w:bCs/>
          <w:sz w:val="28"/>
          <w:szCs w:val="28"/>
        </w:rPr>
        <w:t>ПОСТАНОВЛЕНИЕ</w:t>
      </w:r>
    </w:p>
    <w:p w:rsidR="008E7AA3" w:rsidRDefault="008E7AA3" w:rsidP="002C73F6">
      <w:pPr>
        <w:jc w:val="center"/>
        <w:rPr>
          <w:b/>
          <w:bCs/>
          <w:sz w:val="28"/>
          <w:szCs w:val="28"/>
        </w:rPr>
      </w:pPr>
    </w:p>
    <w:p w:rsidR="008E7AA3" w:rsidRDefault="008E7AA3" w:rsidP="00A45B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13 августа 2018 года д. Новая Першина № 73</w:t>
      </w:r>
    </w:p>
    <w:p w:rsidR="008E7AA3" w:rsidRPr="002C73F6" w:rsidRDefault="008E7AA3" w:rsidP="002C73F6">
      <w:pPr>
        <w:jc w:val="center"/>
        <w:rPr>
          <w:b/>
          <w:bCs/>
          <w:sz w:val="28"/>
          <w:szCs w:val="28"/>
        </w:rPr>
      </w:pPr>
    </w:p>
    <w:p w:rsidR="008E7AA3" w:rsidRPr="005734B3" w:rsidRDefault="008E7AA3" w:rsidP="003E69B7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34B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w:anchor="P35" w:history="1">
        <w:r w:rsidRPr="005734B3">
          <w:rPr>
            <w:rFonts w:ascii="Times New Roman" w:hAnsi="Times New Roman" w:cs="Times New Roman"/>
            <w:b/>
            <w:bCs/>
            <w:sz w:val="28"/>
            <w:szCs w:val="28"/>
          </w:rPr>
          <w:t>Порядка</w:t>
        </w:r>
      </w:hyperlink>
      <w:r w:rsidRPr="005734B3">
        <w:rPr>
          <w:rFonts w:ascii="Times New Roman" w:hAnsi="Times New Roman" w:cs="Times New Roman"/>
          <w:b/>
          <w:bCs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34B3">
        <w:rPr>
          <w:rFonts w:ascii="Times New Roman" w:hAnsi="Times New Roman" w:cs="Times New Roman"/>
          <w:b/>
          <w:bCs/>
          <w:sz w:val="28"/>
          <w:szCs w:val="28"/>
        </w:rPr>
        <w:t>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8E7AA3" w:rsidRDefault="008E7AA3" w:rsidP="005734B3">
      <w:pPr>
        <w:pStyle w:val="ListParagraph"/>
        <w:ind w:left="1080"/>
        <w:rPr>
          <w:sz w:val="28"/>
          <w:szCs w:val="28"/>
        </w:rPr>
      </w:pPr>
    </w:p>
    <w:p w:rsidR="008E7AA3" w:rsidRPr="003E604F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E604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3E604F">
          <w:rPr>
            <w:rFonts w:ascii="Times New Roman" w:hAnsi="Times New Roman" w:cs="Times New Roman"/>
            <w:sz w:val="28"/>
            <w:szCs w:val="28"/>
          </w:rPr>
          <w:t>пункта 3 части 1 статьи 14</w:t>
        </w:r>
      </w:hyperlink>
      <w:r w:rsidRPr="003E604F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            «О муниципальной службе в Российской Федерации» администрация сельсовета постановляет:</w:t>
      </w:r>
    </w:p>
    <w:p w:rsidR="008E7AA3" w:rsidRPr="003E604F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4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3E604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E604F">
        <w:rPr>
          <w:rFonts w:ascii="Times New Roman" w:hAnsi="Times New Roman" w:cs="Times New Roman"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04F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8E7AA3" w:rsidRPr="003E604F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4F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Новопешинского </w:t>
      </w:r>
      <w:r w:rsidRPr="003E604F">
        <w:rPr>
          <w:rFonts w:ascii="Times New Roman" w:hAnsi="Times New Roman" w:cs="Times New Roman"/>
          <w:sz w:val="28"/>
          <w:szCs w:val="28"/>
        </w:rPr>
        <w:t>сельсовета Дмитриевского района Курской области в сети «Интернет».</w:t>
      </w:r>
    </w:p>
    <w:p w:rsidR="008E7AA3" w:rsidRPr="003E604F" w:rsidRDefault="008E7AA3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04F">
        <w:rPr>
          <w:sz w:val="28"/>
          <w:szCs w:val="28"/>
        </w:rPr>
        <w:t xml:space="preserve">3. Контроль исполнения настоящего постановления возложить на заместителя главы администрации </w:t>
      </w:r>
      <w:bookmarkEnd w:id="0"/>
      <w:r w:rsidRPr="003E604F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Азарову Г.А.</w:t>
      </w:r>
    </w:p>
    <w:p w:rsidR="008E7AA3" w:rsidRPr="003E604F" w:rsidRDefault="008E7AA3" w:rsidP="00A231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7AA3" w:rsidRDefault="008E7AA3" w:rsidP="003E604F">
      <w:pPr>
        <w:rPr>
          <w:sz w:val="28"/>
          <w:szCs w:val="28"/>
        </w:rPr>
      </w:pPr>
      <w:r>
        <w:rPr>
          <w:sz w:val="28"/>
          <w:szCs w:val="28"/>
        </w:rPr>
        <w:t xml:space="preserve"> Глава   Новопершинского  сельсовета                       </w:t>
      </w:r>
    </w:p>
    <w:p w:rsidR="008E7AA3" w:rsidRDefault="008E7AA3" w:rsidP="003E604F">
      <w:pPr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                                                          А.Н.Дорожкин                                                             </w:t>
      </w:r>
    </w:p>
    <w:p w:rsidR="008E7AA3" w:rsidRDefault="008E7AA3" w:rsidP="003E604F">
      <w:pPr>
        <w:rPr>
          <w:sz w:val="28"/>
          <w:szCs w:val="28"/>
        </w:rPr>
      </w:pPr>
    </w:p>
    <w:p w:rsidR="008E7AA3" w:rsidRPr="00B15D26" w:rsidRDefault="008E7AA3" w:rsidP="00B15D26">
      <w:pPr>
        <w:jc w:val="both"/>
        <w:rPr>
          <w:color w:val="000000"/>
          <w:sz w:val="24"/>
          <w:szCs w:val="24"/>
        </w:rPr>
      </w:pPr>
      <w:r>
        <w:t xml:space="preserve"> </w:t>
      </w:r>
      <w:r>
        <w:rPr>
          <w:color w:val="000000"/>
        </w:rPr>
        <w:t xml:space="preserve"> </w:t>
      </w:r>
      <w:r w:rsidRPr="00B15D26">
        <w:rPr>
          <w:color w:val="000000"/>
          <w:sz w:val="24"/>
          <w:szCs w:val="24"/>
        </w:rPr>
        <w:t>Исполнитель:</w:t>
      </w:r>
    </w:p>
    <w:p w:rsidR="008E7AA3" w:rsidRPr="00B15D26" w:rsidRDefault="008E7AA3" w:rsidP="00B15D26">
      <w:pPr>
        <w:jc w:val="both"/>
        <w:rPr>
          <w:color w:val="000000"/>
          <w:sz w:val="24"/>
          <w:szCs w:val="24"/>
        </w:rPr>
      </w:pPr>
      <w:r w:rsidRPr="00B15D26">
        <w:rPr>
          <w:color w:val="000000"/>
          <w:sz w:val="24"/>
          <w:szCs w:val="24"/>
        </w:rPr>
        <w:t xml:space="preserve"> Азарова Г.А.</w:t>
      </w:r>
    </w:p>
    <w:p w:rsidR="008E7AA3" w:rsidRDefault="008E7AA3" w:rsidP="003E60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7AA3" w:rsidRPr="003E604F" w:rsidRDefault="008E7AA3" w:rsidP="003E60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7AA3" w:rsidRDefault="008E7AA3" w:rsidP="00A45B06">
      <w:pPr>
        <w:pStyle w:val="NormalWeb"/>
      </w:pPr>
      <w:r>
        <w:t xml:space="preserve">                                                                                                          Утвержден</w:t>
      </w:r>
    </w:p>
    <w:p w:rsidR="008E7AA3" w:rsidRDefault="008E7AA3" w:rsidP="00A45B06">
      <w:pPr>
        <w:pStyle w:val="NormalWeb"/>
      </w:pPr>
      <w:r>
        <w:t xml:space="preserve">                                                                                        постановлением Администрации </w:t>
      </w:r>
    </w:p>
    <w:p w:rsidR="008E7AA3" w:rsidRDefault="008E7AA3" w:rsidP="00A45B06">
      <w:pPr>
        <w:pStyle w:val="NormalWeb"/>
      </w:pPr>
      <w:r>
        <w:t xml:space="preserve">                                                                                           Новопершинского    сельсовета </w:t>
      </w:r>
    </w:p>
    <w:p w:rsidR="008E7AA3" w:rsidRDefault="008E7AA3" w:rsidP="00A45B06">
      <w:pPr>
        <w:pStyle w:val="NormalWeb"/>
      </w:pPr>
      <w:r>
        <w:t xml:space="preserve">                                                                                              Дмитриевского района </w:t>
      </w:r>
    </w:p>
    <w:p w:rsidR="008E7AA3" w:rsidRDefault="008E7AA3" w:rsidP="00A45B06">
      <w:pPr>
        <w:pStyle w:val="NormalWeb"/>
      </w:pPr>
      <w:r>
        <w:t xml:space="preserve">                                                                                               Курской области </w:t>
      </w:r>
    </w:p>
    <w:p w:rsidR="008E7AA3" w:rsidRDefault="008E7AA3" w:rsidP="00A04C4F">
      <w:pPr>
        <w:pStyle w:val="NormalWeb"/>
      </w:pPr>
      <w:r>
        <w:t xml:space="preserve">                                                                                                </w:t>
      </w:r>
    </w:p>
    <w:p w:rsidR="008E7AA3" w:rsidRPr="003C41B1" w:rsidRDefault="008E7AA3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8E7AA3" w:rsidRPr="00A2310A" w:rsidRDefault="008E7AA3" w:rsidP="003E6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A2310A">
        <w:rPr>
          <w:rFonts w:ascii="Times New Roman" w:hAnsi="Times New Roman" w:cs="Times New Roman"/>
          <w:sz w:val="28"/>
          <w:szCs w:val="28"/>
        </w:rPr>
        <w:t>ПОРЯДОК</w:t>
      </w:r>
    </w:p>
    <w:p w:rsidR="008E7AA3" w:rsidRPr="00A2310A" w:rsidRDefault="008E7AA3" w:rsidP="003E6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УЧАСТИЯ МУНИЦИПАЛЬНОГО СЛУЖАЩЕГО АДМИНИСТРАЦИИ </w:t>
      </w:r>
      <w:r>
        <w:rPr>
          <w:rFonts w:ascii="Times New Roman" w:hAnsi="Times New Roman" w:cs="Times New Roman"/>
          <w:sz w:val="28"/>
          <w:szCs w:val="28"/>
        </w:rPr>
        <w:t>НОВОПЕШИНСКОГО</w:t>
      </w:r>
      <w:r w:rsidRPr="00A2310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</w:t>
      </w:r>
    </w:p>
    <w:p w:rsidR="008E7AA3" w:rsidRPr="003C41B1" w:rsidRDefault="008E7AA3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8E7AA3" w:rsidRPr="00A2310A" w:rsidRDefault="008E7AA3" w:rsidP="003E604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Настоящий </w:t>
      </w:r>
      <w:hyperlink w:anchor="P35" w:history="1">
        <w:r w:rsidRPr="00A2310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2310A">
        <w:rPr>
          <w:rFonts w:ascii="Times New Roman" w:hAnsi="Times New Roman" w:cs="Times New Roman"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(далее - Порядок) регулирует отношения, связанные с участием муниципальных служащих администрации сельсовета (далее - муниципальные служащие)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8E7AA3" w:rsidRPr="00A2310A" w:rsidRDefault="008E7AA3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Муниципальный служащий обращается с заявлением согласно Приложению № 1 о разрешении на участие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sz w:val="28"/>
          <w:szCs w:val="28"/>
        </w:rPr>
        <w:t xml:space="preserve"> </w:t>
      </w:r>
      <w:r w:rsidRPr="00A2310A">
        <w:rPr>
          <w:sz w:val="28"/>
          <w:szCs w:val="28"/>
        </w:rPr>
        <w:t xml:space="preserve"> товариществом собственников недвижимости) или вхождения в состав их коллегиальных органов управления к главе администрации сельсовета (далее - разрешение).</w:t>
      </w:r>
    </w:p>
    <w:p w:rsidR="008E7AA3" w:rsidRPr="00A2310A" w:rsidRDefault="008E7AA3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Указанное заявление регистрируется специалистом сельсовета и рассматривается главой сельсовета в течение 7 дней со дня такой регистрации. </w:t>
      </w:r>
    </w:p>
    <w:p w:rsidR="008E7AA3" w:rsidRPr="00A2310A" w:rsidRDefault="008E7AA3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>По результатам рассмотрения издается распоряжение главы администрации сельсовета о разрешении или об отказе в разрешении (далее – распоряжение).</w:t>
      </w:r>
    </w:p>
    <w:p w:rsidR="008E7AA3" w:rsidRPr="00A2310A" w:rsidRDefault="008E7AA3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>Проект распоряжения готовит и вносит уполномоченное должностное лицо по вопросам профилактики коррупционных и иных правонарушений (далее - уполномоченное лицо) на основании поступившего обращения муниципального служащего и с учетом необходимости исключения конфликта интересов.</w:t>
      </w:r>
    </w:p>
    <w:p w:rsidR="008E7AA3" w:rsidRPr="00A2310A" w:rsidRDefault="008E7AA3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На следующий день после издания распоряжения, его копия должна быть вручена под роспись заявителю. В случае невозможности вручения заявителю копии указанного распоряжения или отказа в его получении, она направляется почтовым отправлением.  </w:t>
      </w:r>
    </w:p>
    <w:p w:rsidR="008E7AA3" w:rsidRPr="00A2310A" w:rsidRDefault="008E7AA3" w:rsidP="003E604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выдаче разрешения в распоряжении указываются причины отказа. Данное распоряжение может быть обжаловано в установленном законом судебном порядке.  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6. Муниципальный служащий при осуществлении участия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не вправе: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получать подарки, вознаграждение в денежной или иной форме за выполнение своих обязанностей в работе органа управления некоммерческой организации;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разглашать сведения, которые стали ему известны при осуществлении возложенных на него полномочий;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использовать полученную информацию о деятельности некоммерческой организации в личных интересах, интересах третьих лиц, некоммерческой организации, а также в целях, противоречащих интересам муниципального образования - </w:t>
      </w:r>
      <w:r>
        <w:rPr>
          <w:rFonts w:ascii="Times New Roman" w:hAnsi="Times New Roman" w:cs="Times New Roman"/>
          <w:sz w:val="28"/>
          <w:szCs w:val="28"/>
        </w:rPr>
        <w:t>Новопешинского</w:t>
      </w:r>
      <w:r w:rsidRPr="00A2310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области.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7. Муниципальные служащие ежегодно не позднее 30 апреля представляют уполномоченному лицу </w:t>
      </w:r>
      <w:hyperlink w:anchor="P75" w:history="1">
        <w:r w:rsidRPr="00A2310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2310A">
        <w:rPr>
          <w:rFonts w:ascii="Times New Roman" w:hAnsi="Times New Roman" w:cs="Times New Roman"/>
          <w:sz w:val="28"/>
          <w:szCs w:val="28"/>
        </w:rPr>
        <w:t xml:space="preserve"> о своей деятельности в органах управления некоммерческой организации за предыдущий год по форме согласно приложению к настоящему Порядку.</w:t>
      </w:r>
    </w:p>
    <w:p w:rsidR="008E7AA3" w:rsidRPr="00A2310A" w:rsidRDefault="008E7AA3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8. В случае возникновения конфликта интересов муниципальный служащий обязан принять меры по его предотвращению или урегулированию в соответствии с законодательством Российской Федерации о противодействии коррупции.</w:t>
      </w:r>
    </w:p>
    <w:p w:rsidR="008E7AA3" w:rsidRPr="00A2310A" w:rsidRDefault="008E7AA3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Pr="00A2310A" w:rsidRDefault="008E7AA3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8E7AA3" w:rsidRDefault="008E7AA3" w:rsidP="00A2310A">
      <w:pPr>
        <w:pStyle w:val="ConsPlusNormal"/>
        <w:outlineLvl w:val="1"/>
        <w:rPr>
          <w:rFonts w:ascii="Times New Roman" w:hAnsi="Times New Roman" w:cs="Times New Roman"/>
        </w:rPr>
      </w:pPr>
    </w:p>
    <w:sectPr w:rsidR="008E7AA3" w:rsidSect="00BC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2B0A"/>
    <w:multiLevelType w:val="hybridMultilevel"/>
    <w:tmpl w:val="BDEA4DC0"/>
    <w:lvl w:ilvl="0" w:tplc="D91A4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ED2F40"/>
    <w:multiLevelType w:val="multilevel"/>
    <w:tmpl w:val="26E0AE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0A2"/>
    <w:rsid w:val="00055A9E"/>
    <w:rsid w:val="001178F2"/>
    <w:rsid w:val="00142045"/>
    <w:rsid w:val="00172A22"/>
    <w:rsid w:val="00172B65"/>
    <w:rsid w:val="00193D6A"/>
    <w:rsid w:val="001C4CA1"/>
    <w:rsid w:val="001E7FA6"/>
    <w:rsid w:val="00217076"/>
    <w:rsid w:val="00236B07"/>
    <w:rsid w:val="002416B4"/>
    <w:rsid w:val="00282334"/>
    <w:rsid w:val="00283AC7"/>
    <w:rsid w:val="002A2EB9"/>
    <w:rsid w:val="002B79E9"/>
    <w:rsid w:val="002C73F6"/>
    <w:rsid w:val="002E6A2D"/>
    <w:rsid w:val="00302050"/>
    <w:rsid w:val="003101FB"/>
    <w:rsid w:val="003151C0"/>
    <w:rsid w:val="00320382"/>
    <w:rsid w:val="00381A2A"/>
    <w:rsid w:val="003A779B"/>
    <w:rsid w:val="003C3D12"/>
    <w:rsid w:val="003C41B1"/>
    <w:rsid w:val="003E604F"/>
    <w:rsid w:val="003E69B7"/>
    <w:rsid w:val="00441DB9"/>
    <w:rsid w:val="004A1AB3"/>
    <w:rsid w:val="004E6C53"/>
    <w:rsid w:val="0050528E"/>
    <w:rsid w:val="005076A9"/>
    <w:rsid w:val="0052301E"/>
    <w:rsid w:val="00542643"/>
    <w:rsid w:val="0054517B"/>
    <w:rsid w:val="00552F56"/>
    <w:rsid w:val="005734B3"/>
    <w:rsid w:val="005C2C53"/>
    <w:rsid w:val="005D340F"/>
    <w:rsid w:val="006009CE"/>
    <w:rsid w:val="00640312"/>
    <w:rsid w:val="00644D3B"/>
    <w:rsid w:val="006556DC"/>
    <w:rsid w:val="006D1606"/>
    <w:rsid w:val="00722104"/>
    <w:rsid w:val="007B4A71"/>
    <w:rsid w:val="007E5398"/>
    <w:rsid w:val="00845AEC"/>
    <w:rsid w:val="00851799"/>
    <w:rsid w:val="008560A8"/>
    <w:rsid w:val="008749F1"/>
    <w:rsid w:val="008B7941"/>
    <w:rsid w:val="008E7AA3"/>
    <w:rsid w:val="008F53F1"/>
    <w:rsid w:val="00936C0D"/>
    <w:rsid w:val="009B4E02"/>
    <w:rsid w:val="00A04740"/>
    <w:rsid w:val="00A04C4F"/>
    <w:rsid w:val="00A2310A"/>
    <w:rsid w:val="00A45B06"/>
    <w:rsid w:val="00A6721D"/>
    <w:rsid w:val="00A80865"/>
    <w:rsid w:val="00A90F34"/>
    <w:rsid w:val="00A91C12"/>
    <w:rsid w:val="00AA7064"/>
    <w:rsid w:val="00AC3B93"/>
    <w:rsid w:val="00AE500F"/>
    <w:rsid w:val="00B1114A"/>
    <w:rsid w:val="00B15D26"/>
    <w:rsid w:val="00B3100E"/>
    <w:rsid w:val="00B5769B"/>
    <w:rsid w:val="00BA4AA3"/>
    <w:rsid w:val="00BA724C"/>
    <w:rsid w:val="00BB084E"/>
    <w:rsid w:val="00BC3026"/>
    <w:rsid w:val="00BC47F0"/>
    <w:rsid w:val="00BC60E5"/>
    <w:rsid w:val="00BE1C1F"/>
    <w:rsid w:val="00C278CB"/>
    <w:rsid w:val="00D06274"/>
    <w:rsid w:val="00D073BB"/>
    <w:rsid w:val="00D24122"/>
    <w:rsid w:val="00D838F9"/>
    <w:rsid w:val="00DD1588"/>
    <w:rsid w:val="00E057CB"/>
    <w:rsid w:val="00E21AC7"/>
    <w:rsid w:val="00E21EB5"/>
    <w:rsid w:val="00E26BC1"/>
    <w:rsid w:val="00E721CE"/>
    <w:rsid w:val="00E8227F"/>
    <w:rsid w:val="00E94AE1"/>
    <w:rsid w:val="00EB62BE"/>
    <w:rsid w:val="00EE4EB2"/>
    <w:rsid w:val="00EF27BB"/>
    <w:rsid w:val="00F0425F"/>
    <w:rsid w:val="00F43E5A"/>
    <w:rsid w:val="00F84F49"/>
    <w:rsid w:val="00FA00BE"/>
    <w:rsid w:val="00FA7D55"/>
    <w:rsid w:val="00FF1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A2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10A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81A2A"/>
    <w:pPr>
      <w:ind w:left="720"/>
    </w:pPr>
  </w:style>
  <w:style w:type="paragraph" w:customStyle="1" w:styleId="ConsPlusNormal">
    <w:name w:val="ConsPlusNormal"/>
    <w:uiPriority w:val="99"/>
    <w:rsid w:val="005734B3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3E604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604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NormalWeb">
    <w:name w:val="Normal (Web)"/>
    <w:basedOn w:val="Normal"/>
    <w:uiPriority w:val="99"/>
    <w:rsid w:val="00A231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9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95A852EA2021BA20D9ACEE63E7B965A6169D702A3E71FC91BDD0CC53B186DD6B27E0552OCG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4</Pages>
  <Words>1054</Words>
  <Characters>6012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а</cp:lastModifiedBy>
  <cp:revision>17</cp:revision>
  <cp:lastPrinted>2018-08-20T07:53:00Z</cp:lastPrinted>
  <dcterms:created xsi:type="dcterms:W3CDTF">2017-09-28T08:35:00Z</dcterms:created>
  <dcterms:modified xsi:type="dcterms:W3CDTF">2018-08-20T07:54:00Z</dcterms:modified>
</cp:coreProperties>
</file>