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3FE" w:rsidRPr="00177B88" w:rsidRDefault="003863FE" w:rsidP="00177B88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177B88">
        <w:rPr>
          <w:b/>
          <w:bCs/>
          <w:sz w:val="28"/>
          <w:szCs w:val="28"/>
        </w:rPr>
        <w:t>СОБРАНИЕ ДЕПУТАТОВ</w:t>
      </w:r>
    </w:p>
    <w:p w:rsidR="003863FE" w:rsidRPr="00177B88" w:rsidRDefault="003863FE" w:rsidP="00177B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НОВОПЕРШИНСКОГО СЕЛЬСОВЕТА</w:t>
      </w:r>
      <w:r>
        <w:rPr>
          <w:b/>
          <w:bCs/>
          <w:sz w:val="28"/>
          <w:szCs w:val="28"/>
        </w:rPr>
        <w:br/>
        <w:t xml:space="preserve">ДМИТРИЕВСКОГО РАЙОНА </w:t>
      </w:r>
      <w:r w:rsidRPr="00177B88">
        <w:rPr>
          <w:b/>
          <w:bCs/>
          <w:sz w:val="28"/>
          <w:szCs w:val="28"/>
        </w:rPr>
        <w:t xml:space="preserve"> КУРСКОЙ ОБЛАСТИ</w:t>
      </w:r>
    </w:p>
    <w:p w:rsidR="003863FE" w:rsidRDefault="003863FE" w:rsidP="007E036F"/>
    <w:p w:rsidR="003863FE" w:rsidRPr="00177B88" w:rsidRDefault="003863FE" w:rsidP="007E03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863FE" w:rsidRDefault="003863FE" w:rsidP="00177B88">
      <w:pPr>
        <w:jc w:val="center"/>
        <w:rPr>
          <w:sz w:val="28"/>
          <w:szCs w:val="28"/>
        </w:rPr>
      </w:pPr>
    </w:p>
    <w:p w:rsidR="003863FE" w:rsidRPr="00177B88" w:rsidRDefault="003863FE" w:rsidP="00177B8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177B88">
        <w:rPr>
          <w:sz w:val="28"/>
          <w:szCs w:val="28"/>
        </w:rPr>
        <w:t xml:space="preserve">т </w:t>
      </w:r>
      <w:r>
        <w:rPr>
          <w:sz w:val="28"/>
          <w:szCs w:val="28"/>
        </w:rPr>
        <w:t>03 сентября 2018 года     д. Новая Першина     № 116</w:t>
      </w:r>
    </w:p>
    <w:p w:rsidR="003863FE" w:rsidRDefault="003863FE" w:rsidP="007E036F">
      <w:pPr>
        <w:jc w:val="both"/>
      </w:pPr>
    </w:p>
    <w:p w:rsidR="003863FE" w:rsidRPr="00177B88" w:rsidRDefault="003863FE" w:rsidP="00177B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</w:t>
      </w:r>
      <w:r w:rsidRPr="00177B88">
        <w:rPr>
          <w:b/>
          <w:bCs/>
          <w:sz w:val="28"/>
          <w:szCs w:val="28"/>
        </w:rPr>
        <w:t xml:space="preserve"> Собрания депутатов Новопершинского сельсовета </w:t>
      </w:r>
      <w:r w:rsidRPr="00424027">
        <w:rPr>
          <w:b/>
          <w:bCs/>
          <w:sz w:val="28"/>
          <w:szCs w:val="28"/>
        </w:rPr>
        <w:t xml:space="preserve">от </w:t>
      </w:r>
      <w:r w:rsidRPr="00E77902">
        <w:rPr>
          <w:b/>
          <w:bCs/>
          <w:sz w:val="28"/>
          <w:szCs w:val="28"/>
        </w:rPr>
        <w:t>26.12.2011г. № 75</w:t>
      </w:r>
      <w:r>
        <w:rPr>
          <w:b/>
          <w:bCs/>
          <w:sz w:val="28"/>
          <w:szCs w:val="28"/>
        </w:rPr>
        <w:t xml:space="preserve"> «Об утверждении    Правил</w:t>
      </w:r>
      <w:r w:rsidRPr="00177B88">
        <w:rPr>
          <w:b/>
          <w:bCs/>
          <w:sz w:val="28"/>
          <w:szCs w:val="28"/>
        </w:rPr>
        <w:t xml:space="preserve"> землепользования и застройки</w:t>
      </w:r>
      <w:r>
        <w:rPr>
          <w:b/>
          <w:bCs/>
          <w:sz w:val="28"/>
          <w:szCs w:val="28"/>
        </w:rPr>
        <w:t xml:space="preserve"> </w:t>
      </w:r>
      <w:r w:rsidRPr="00177B88">
        <w:rPr>
          <w:b/>
          <w:bCs/>
          <w:sz w:val="28"/>
          <w:szCs w:val="28"/>
        </w:rPr>
        <w:t>муниципального образования «Новопершинский сельсовет» Дмитриевского  района Курской области»</w:t>
      </w:r>
    </w:p>
    <w:p w:rsidR="003863FE" w:rsidRDefault="003863FE" w:rsidP="007E036F"/>
    <w:p w:rsidR="003863FE" w:rsidRPr="00424027" w:rsidRDefault="003863FE" w:rsidP="007E036F">
      <w:pPr>
        <w:tabs>
          <w:tab w:val="left" w:pos="930"/>
        </w:tabs>
        <w:jc w:val="both"/>
        <w:rPr>
          <w:b/>
          <w:bCs/>
        </w:rPr>
      </w:pPr>
      <w:r>
        <w:rPr>
          <w:sz w:val="28"/>
          <w:szCs w:val="28"/>
        </w:rPr>
        <w:tab/>
      </w:r>
      <w:r w:rsidRPr="00177B88">
        <w:rPr>
          <w:sz w:val="28"/>
          <w:szCs w:val="28"/>
        </w:rPr>
        <w:t>В соответствии с Градостроительным кодексом Российской Федерации, Федеральным законом №131-ФЗ от 06.10.2003г. «Об общих принципах организации местного самоуправления в Российской Федерации», Уставом муниципального обра</w:t>
      </w:r>
      <w:r>
        <w:rPr>
          <w:sz w:val="28"/>
          <w:szCs w:val="28"/>
        </w:rPr>
        <w:t>зования «Новопершинский сельсовет» Дмитриевского</w:t>
      </w:r>
      <w:r w:rsidRPr="00177B88">
        <w:rPr>
          <w:sz w:val="28"/>
          <w:szCs w:val="28"/>
        </w:rPr>
        <w:t xml:space="preserve"> района Курской области в целях уточнения</w:t>
      </w:r>
      <w:r>
        <w:rPr>
          <w:sz w:val="28"/>
          <w:szCs w:val="28"/>
        </w:rPr>
        <w:t xml:space="preserve"> градостроительных регламентов</w:t>
      </w:r>
      <w:r w:rsidRPr="00177B88">
        <w:rPr>
          <w:sz w:val="28"/>
          <w:szCs w:val="28"/>
        </w:rPr>
        <w:t>, минимальных и максимальных размеров функциональных зон</w:t>
      </w:r>
      <w:r>
        <w:rPr>
          <w:sz w:val="28"/>
          <w:szCs w:val="28"/>
        </w:rPr>
        <w:t>,</w:t>
      </w:r>
      <w:r w:rsidRPr="00177B88">
        <w:rPr>
          <w:sz w:val="28"/>
          <w:szCs w:val="28"/>
        </w:rPr>
        <w:t xml:space="preserve"> </w:t>
      </w:r>
      <w:r w:rsidRPr="007D3B18">
        <w:rPr>
          <w:b/>
          <w:bCs/>
        </w:rPr>
        <w:t xml:space="preserve"> </w:t>
      </w:r>
      <w:r w:rsidRPr="00177B88">
        <w:rPr>
          <w:sz w:val="28"/>
          <w:szCs w:val="28"/>
        </w:rPr>
        <w:t>Собрание депутатов Новопершинского</w:t>
      </w:r>
      <w:r>
        <w:rPr>
          <w:b/>
          <w:bCs/>
        </w:rPr>
        <w:t xml:space="preserve"> </w:t>
      </w:r>
      <w:r>
        <w:rPr>
          <w:sz w:val="28"/>
          <w:szCs w:val="28"/>
        </w:rPr>
        <w:t>сельсовета Дмитриевского района Курской области РЕШИЛО:</w:t>
      </w:r>
    </w:p>
    <w:p w:rsidR="003863FE" w:rsidRDefault="003863FE" w:rsidP="007E036F">
      <w:pPr>
        <w:tabs>
          <w:tab w:val="left" w:pos="930"/>
        </w:tabs>
        <w:jc w:val="both"/>
        <w:rPr>
          <w:sz w:val="28"/>
          <w:szCs w:val="28"/>
        </w:rPr>
      </w:pPr>
      <w:r w:rsidRPr="00177B88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Утвердить изменения в Правилах землепользования и застройки муниципального образования «Новопершинский сельсовет» Дмитриевского района Курской области.</w:t>
      </w:r>
    </w:p>
    <w:p w:rsidR="003863FE" w:rsidRPr="00177B88" w:rsidRDefault="003863FE" w:rsidP="007E036F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(приложение № 1)</w:t>
      </w:r>
    </w:p>
    <w:p w:rsidR="003863FE" w:rsidRPr="00905C94" w:rsidRDefault="003863FE" w:rsidP="007E036F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Правила землепользования и застройки муниципального образования «Новопершинский сельсовет» Дмитриевского района Курской области с изменениями опубликовать на официальном сайте администрации Новопершинский сельсовет Дмитриевского района</w:t>
      </w:r>
      <w:r w:rsidRPr="00905C94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 «http</w:t>
      </w:r>
      <w:r w:rsidRPr="00905C94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novoperhinskiy</w:t>
      </w:r>
      <w:r w:rsidRPr="00905C9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rkursk</w:t>
      </w:r>
      <w:r w:rsidRPr="00905C9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» в сети Интернет.</w:t>
      </w:r>
    </w:p>
    <w:p w:rsidR="003863FE" w:rsidRDefault="003863FE" w:rsidP="007E03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177B88">
        <w:rPr>
          <w:sz w:val="28"/>
          <w:szCs w:val="28"/>
        </w:rPr>
        <w:t xml:space="preserve">.Решение </w:t>
      </w:r>
      <w:r>
        <w:rPr>
          <w:sz w:val="28"/>
          <w:szCs w:val="28"/>
        </w:rPr>
        <w:t>Собрания депутатов Новопершинского сельсовета Дмитриевского района от 10.07.2018 года № 110 «Об утверждении внесения изменений в Правила  землепользования и застройки муниципального образования «Новопершинский сельсовет» Дмитриевского района Курской области» отменить.</w:t>
      </w:r>
    </w:p>
    <w:p w:rsidR="003863FE" w:rsidRPr="00177B88" w:rsidRDefault="003863FE" w:rsidP="007E03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4.Решение </w:t>
      </w:r>
      <w:r w:rsidRPr="00177B88">
        <w:rPr>
          <w:sz w:val="28"/>
          <w:szCs w:val="28"/>
        </w:rPr>
        <w:t>об отмене опубликовать на официаль</w:t>
      </w:r>
      <w:r>
        <w:rPr>
          <w:sz w:val="28"/>
          <w:szCs w:val="28"/>
        </w:rPr>
        <w:t xml:space="preserve">ном сайте администрации Новопершинского сельсовета Дмитриевского </w:t>
      </w:r>
      <w:r w:rsidRPr="00177B88">
        <w:rPr>
          <w:sz w:val="28"/>
          <w:szCs w:val="28"/>
        </w:rPr>
        <w:t xml:space="preserve"> района Курской облас</w:t>
      </w:r>
      <w:r>
        <w:rPr>
          <w:sz w:val="28"/>
          <w:szCs w:val="28"/>
        </w:rPr>
        <w:t>ти «http</w:t>
      </w:r>
      <w:r w:rsidRPr="00905C94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novoperhinskiy</w:t>
      </w:r>
      <w:r w:rsidRPr="00905C9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rkursk</w:t>
      </w:r>
      <w:r w:rsidRPr="00905C9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» </w:t>
      </w:r>
      <w:r w:rsidRPr="00177B88">
        <w:rPr>
          <w:sz w:val="28"/>
          <w:szCs w:val="28"/>
        </w:rPr>
        <w:t>в сети Интернет.</w:t>
      </w:r>
    </w:p>
    <w:p w:rsidR="003863FE" w:rsidRPr="00177B88" w:rsidRDefault="003863FE" w:rsidP="007E036F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Pr="00177B88">
        <w:rPr>
          <w:sz w:val="28"/>
          <w:szCs w:val="28"/>
        </w:rPr>
        <w:t>. Настоящее решение вступает в силу со дня его опубликования.</w:t>
      </w:r>
    </w:p>
    <w:p w:rsidR="003863FE" w:rsidRDefault="003863FE" w:rsidP="007E036F">
      <w:pPr>
        <w:tabs>
          <w:tab w:val="left" w:pos="930"/>
        </w:tabs>
        <w:jc w:val="both"/>
      </w:pPr>
    </w:p>
    <w:p w:rsidR="003863FE" w:rsidRPr="00660259" w:rsidRDefault="003863FE" w:rsidP="007E036F">
      <w:pPr>
        <w:tabs>
          <w:tab w:val="left" w:pos="930"/>
        </w:tabs>
        <w:rPr>
          <w:sz w:val="28"/>
          <w:szCs w:val="28"/>
        </w:rPr>
      </w:pPr>
      <w:r w:rsidRPr="00660259">
        <w:rPr>
          <w:sz w:val="28"/>
          <w:szCs w:val="28"/>
        </w:rPr>
        <w:t>Председатель Собрания депутатов</w:t>
      </w:r>
    </w:p>
    <w:p w:rsidR="003863FE" w:rsidRPr="00660259" w:rsidRDefault="003863FE" w:rsidP="007E036F">
      <w:pPr>
        <w:tabs>
          <w:tab w:val="left" w:pos="930"/>
        </w:tabs>
        <w:rPr>
          <w:sz w:val="28"/>
          <w:szCs w:val="28"/>
        </w:rPr>
      </w:pPr>
      <w:r>
        <w:rPr>
          <w:sz w:val="28"/>
          <w:szCs w:val="28"/>
        </w:rPr>
        <w:t>Новопершинского сельсовета</w:t>
      </w:r>
    </w:p>
    <w:p w:rsidR="003863FE" w:rsidRDefault="003863FE" w:rsidP="00424027">
      <w:pPr>
        <w:tabs>
          <w:tab w:val="left" w:pos="930"/>
        </w:tabs>
        <w:rPr>
          <w:sz w:val="28"/>
          <w:szCs w:val="28"/>
        </w:rPr>
      </w:pPr>
      <w:r>
        <w:rPr>
          <w:sz w:val="28"/>
          <w:szCs w:val="28"/>
        </w:rPr>
        <w:t xml:space="preserve">Дмитриевского </w:t>
      </w:r>
      <w:r w:rsidRPr="00660259">
        <w:rPr>
          <w:sz w:val="28"/>
          <w:szCs w:val="28"/>
        </w:rPr>
        <w:t xml:space="preserve">района      </w:t>
      </w:r>
      <w:r>
        <w:rPr>
          <w:sz w:val="28"/>
          <w:szCs w:val="28"/>
        </w:rPr>
        <w:t xml:space="preserve">  </w:t>
      </w:r>
      <w:r w:rsidRPr="006602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Л.Л.Ливенцева</w:t>
      </w:r>
      <w:r w:rsidRPr="00660259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</w:t>
      </w:r>
    </w:p>
    <w:p w:rsidR="003863FE" w:rsidRDefault="003863FE" w:rsidP="00424027">
      <w:pPr>
        <w:tabs>
          <w:tab w:val="left" w:pos="930"/>
        </w:tabs>
        <w:rPr>
          <w:sz w:val="28"/>
          <w:szCs w:val="28"/>
        </w:rPr>
      </w:pPr>
      <w:r>
        <w:rPr>
          <w:sz w:val="28"/>
          <w:szCs w:val="28"/>
        </w:rPr>
        <w:t>Глава Новопершинского сельсовета                                         А.Н.Дорожкин</w:t>
      </w:r>
    </w:p>
    <w:p w:rsidR="003863FE" w:rsidRPr="00660259" w:rsidRDefault="003863FE" w:rsidP="008E69FF">
      <w:pPr>
        <w:tabs>
          <w:tab w:val="left" w:pos="930"/>
        </w:tabs>
        <w:jc w:val="both"/>
        <w:rPr>
          <w:sz w:val="28"/>
          <w:szCs w:val="28"/>
        </w:rPr>
      </w:pPr>
    </w:p>
    <w:sectPr w:rsidR="003863FE" w:rsidRPr="00660259" w:rsidSect="0066025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E89"/>
    <w:rsid w:val="000123E6"/>
    <w:rsid w:val="00025DAC"/>
    <w:rsid w:val="000323AD"/>
    <w:rsid w:val="00053F68"/>
    <w:rsid w:val="000C5E89"/>
    <w:rsid w:val="001524B7"/>
    <w:rsid w:val="00177B88"/>
    <w:rsid w:val="00187FEA"/>
    <w:rsid w:val="001C5BB3"/>
    <w:rsid w:val="0026764F"/>
    <w:rsid w:val="00363C3E"/>
    <w:rsid w:val="00367530"/>
    <w:rsid w:val="003863FE"/>
    <w:rsid w:val="003A154D"/>
    <w:rsid w:val="003D1429"/>
    <w:rsid w:val="00424027"/>
    <w:rsid w:val="00502B11"/>
    <w:rsid w:val="00660259"/>
    <w:rsid w:val="00660B3E"/>
    <w:rsid w:val="007205A0"/>
    <w:rsid w:val="00766140"/>
    <w:rsid w:val="00772E9D"/>
    <w:rsid w:val="00784C56"/>
    <w:rsid w:val="007D3B18"/>
    <w:rsid w:val="007E036F"/>
    <w:rsid w:val="007E3A27"/>
    <w:rsid w:val="00821572"/>
    <w:rsid w:val="0089753C"/>
    <w:rsid w:val="008D36FC"/>
    <w:rsid w:val="008E69FF"/>
    <w:rsid w:val="00905C94"/>
    <w:rsid w:val="009173A9"/>
    <w:rsid w:val="00930976"/>
    <w:rsid w:val="009F1608"/>
    <w:rsid w:val="00A07675"/>
    <w:rsid w:val="00A12EF2"/>
    <w:rsid w:val="00A37EF5"/>
    <w:rsid w:val="00A817FE"/>
    <w:rsid w:val="00AD161B"/>
    <w:rsid w:val="00AD25CB"/>
    <w:rsid w:val="00B16AC2"/>
    <w:rsid w:val="00D30A17"/>
    <w:rsid w:val="00DC2E82"/>
    <w:rsid w:val="00DF7A62"/>
    <w:rsid w:val="00E21B1D"/>
    <w:rsid w:val="00E77902"/>
    <w:rsid w:val="00E84254"/>
    <w:rsid w:val="00ED1D30"/>
    <w:rsid w:val="00FD6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36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E03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0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2</Pages>
  <Words>332</Words>
  <Characters>1893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а</cp:lastModifiedBy>
  <cp:revision>10</cp:revision>
  <cp:lastPrinted>2018-09-06T12:17:00Z</cp:lastPrinted>
  <dcterms:created xsi:type="dcterms:W3CDTF">2018-09-03T05:55:00Z</dcterms:created>
  <dcterms:modified xsi:type="dcterms:W3CDTF">2018-09-14T08:09:00Z</dcterms:modified>
</cp:coreProperties>
</file>