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699" w:rsidRPr="00BA5410" w:rsidRDefault="004F6699" w:rsidP="00EB194F">
      <w:pPr>
        <w:widowControl w:val="0"/>
        <w:tabs>
          <w:tab w:val="clear" w:pos="709"/>
          <w:tab w:val="left" w:pos="916"/>
          <w:tab w:val="left" w:pos="12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4F6699" w:rsidRPr="006150D6" w:rsidRDefault="004F6699" w:rsidP="000E6E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150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4F6699" w:rsidRDefault="004F6699" w:rsidP="000E6E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A0CE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«Предоставление земельных участков, находящихся в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муниципальной </w:t>
      </w:r>
      <w:r w:rsidRPr="00EA0CE6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собственности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,</w:t>
      </w:r>
      <w:r w:rsidRPr="00EA0CE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расположенных на территории сельского поселения, в постоянное (бессрочное) и безвозмездное пользование»</w:t>
      </w:r>
    </w:p>
    <w:p w:rsidR="004F6699" w:rsidRPr="00D5548E" w:rsidRDefault="004F6699" w:rsidP="00B7251A">
      <w:pPr>
        <w:pStyle w:val="1"/>
        <w:jc w:val="both"/>
      </w:pP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</w:rPr>
      </w:pPr>
      <w:r w:rsidRPr="00342D65">
        <w:rPr>
          <w:rFonts w:ascii="Times New Roman" w:hAnsi="Times New Roman" w:cs="Times New Roman"/>
        </w:rPr>
        <w:t>Предоставление услуги осуществляется в соответствии со следующими нормативными правовыми актами:</w:t>
      </w: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</w:rPr>
      </w:pPr>
      <w:r w:rsidRPr="00342D65">
        <w:rPr>
          <w:rFonts w:ascii="Times New Roman" w:hAnsi="Times New Roman" w:cs="Times New Roman"/>
        </w:rPr>
        <w:t xml:space="preserve"> Конституцией Российской Федерации;</w:t>
      </w: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</w:rPr>
      </w:pPr>
      <w:r w:rsidRPr="00342D65">
        <w:rPr>
          <w:rFonts w:ascii="Times New Roman" w:eastAsia="Batang" w:hAnsi="Times New Roman" w:cs="Times New Roman"/>
        </w:rPr>
        <w:t>Земельным     кодексом      Российской      Федерации    (в редакции, действующей с 1 марта 2015 года);</w:t>
      </w:r>
    </w:p>
    <w:p w:rsidR="004F6699" w:rsidRPr="00342D65" w:rsidRDefault="004F6699" w:rsidP="00B7251A">
      <w:pPr>
        <w:pStyle w:val="1"/>
        <w:jc w:val="both"/>
        <w:rPr>
          <w:rFonts w:ascii="Times New Roman" w:eastAsia="Batang" w:hAnsi="Times New Roman" w:cs="Times New Roman"/>
        </w:rPr>
      </w:pPr>
      <w:r w:rsidRPr="00342D65">
        <w:rPr>
          <w:rFonts w:ascii="Times New Roman" w:hAnsi="Times New Roman" w:cs="Times New Roman"/>
        </w:rPr>
        <w:t xml:space="preserve"> </w:t>
      </w:r>
      <w:r w:rsidRPr="00342D65">
        <w:rPr>
          <w:rFonts w:ascii="Times New Roman" w:eastAsia="Batang" w:hAnsi="Times New Roman" w:cs="Times New Roman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</w:rPr>
      </w:pPr>
      <w:r w:rsidRPr="00342D65">
        <w:rPr>
          <w:rFonts w:ascii="Times New Roman" w:hAnsi="Times New Roman" w:cs="Times New Roman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</w:rPr>
      </w:pPr>
      <w:r w:rsidRPr="00342D65">
        <w:rPr>
          <w:rFonts w:ascii="Times New Roman" w:hAnsi="Times New Roman" w:cs="Times New Roman"/>
        </w:rPr>
        <w:t>Федеральным законом от 27.07.2006 № 152-ФЗ «О персональных данных» («Российская газета», 29.07.2006, № 165);</w:t>
      </w: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</w:rPr>
      </w:pPr>
      <w:r w:rsidRPr="00342D65">
        <w:rPr>
          <w:rFonts w:ascii="Times New Roman" w:hAnsi="Times New Roman" w:cs="Times New Roman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</w:rPr>
      </w:pPr>
      <w:r w:rsidRPr="00342D65">
        <w:rPr>
          <w:rFonts w:ascii="Times New Roman" w:hAnsi="Times New Roman" w:cs="Times New Roman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4F6699" w:rsidRPr="00342D65" w:rsidRDefault="004F6699" w:rsidP="00B7251A">
      <w:pPr>
        <w:pStyle w:val="1"/>
        <w:jc w:val="both"/>
        <w:rPr>
          <w:rFonts w:ascii="Times New Roman" w:eastAsia="Batang" w:hAnsi="Times New Roman" w:cs="Times New Roman"/>
        </w:rPr>
      </w:pPr>
      <w:r w:rsidRPr="00342D65">
        <w:rPr>
          <w:rFonts w:ascii="Times New Roman" w:eastAsia="Batang" w:hAnsi="Times New Roman" w:cs="Times New Roman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</w:rPr>
      </w:pPr>
      <w:r w:rsidRPr="00342D65">
        <w:rPr>
          <w:rFonts w:ascii="Times New Roman" w:hAnsi="Times New Roman" w:cs="Times New Roman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</w:rPr>
      </w:pPr>
      <w:r w:rsidRPr="00342D65">
        <w:rPr>
          <w:rFonts w:ascii="Times New Roman" w:hAnsi="Times New Roman" w:cs="Times New Roman"/>
        </w:rPr>
        <w:t xml:space="preserve">- приказом Минэкономразвития России от  14 января 2015 г. № 7 «Об утверждении </w:t>
      </w:r>
      <w:hyperlink r:id="rId5" w:history="1">
        <w:r w:rsidRPr="00342D65">
          <w:rPr>
            <w:rFonts w:ascii="Times New Roman" w:hAnsi="Times New Roman" w:cs="Times New Roman"/>
          </w:rPr>
          <w:t>порядк</w:t>
        </w:r>
      </w:hyperlink>
      <w:r w:rsidRPr="00342D65">
        <w:rPr>
          <w:rFonts w:ascii="Times New Roman" w:hAnsi="Times New Roman" w:cs="Times New Roman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</w:rPr>
      </w:pPr>
      <w:r w:rsidRPr="00342D65">
        <w:rPr>
          <w:rFonts w:ascii="Times New Roman" w:hAnsi="Times New Roman" w:cs="Times New Roman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«Курская  правда» №143 от 30.11.2013 года);</w:t>
      </w: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</w:rPr>
      </w:pPr>
      <w:r w:rsidRPr="00342D65">
        <w:rPr>
          <w:rFonts w:ascii="Times New Roman" w:hAnsi="Times New Roman" w:cs="Times New Roman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</w:rPr>
      </w:pPr>
      <w:r w:rsidRPr="00342D65">
        <w:rPr>
          <w:rFonts w:ascii="Times New Roman" w:hAnsi="Times New Roman" w:cs="Times New Roman"/>
        </w:rPr>
        <w:t xml:space="preserve">   -  Постановлением Администрации Новопершинского сельсовета Дмитриевского района Курской области от 12.11.2018 г. № 111 «О разработке и утверждении административных регламентов предоставления муниципальных услуг»;</w:t>
      </w: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  <w:lang w:eastAsia="en-US"/>
        </w:rPr>
      </w:pPr>
      <w:r w:rsidRPr="00342D65">
        <w:rPr>
          <w:rFonts w:ascii="Times New Roman" w:hAnsi="Times New Roman" w:cs="Times New Roman"/>
          <w:lang w:eastAsia="en-US"/>
        </w:rPr>
        <w:t>- Постановлением Администрации Новопершинского сельсовета Дмитриевского района Курской области от 28.06.2017 г. № 77 «Об утверждении Положения об особенностях подачи и рассмотрения жалоб на решения и действия (бездействие) Администрации Новопершинского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Новопершинского сельсовета Дмитриевского района Курской области»;</w:t>
      </w: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  <w:kern w:val="1"/>
        </w:rPr>
      </w:pPr>
      <w:r w:rsidRPr="00342D65">
        <w:rPr>
          <w:rFonts w:ascii="Times New Roman" w:hAnsi="Times New Roman" w:cs="Times New Roman"/>
          <w:kern w:val="1"/>
        </w:rPr>
        <w:t>- Решением Собрания депутатов Новопершинского сельсовета Дмитриевского района Курской области от 29.09.2014 г. № 157 «Об утверждении перечня услуг, которые являются необходимыми и обязательными для предоставления Администрацией Новопершинского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Новопершинского сельсовета Дмитриевского района муниципальных услуг»;</w:t>
      </w: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  <w:lang w:eastAsia="en-US"/>
        </w:rPr>
      </w:pPr>
      <w:r w:rsidRPr="00342D65">
        <w:rPr>
          <w:rFonts w:ascii="Times New Roman" w:hAnsi="Times New Roman" w:cs="Times New Roman"/>
          <w:lang w:eastAsia="en-US"/>
        </w:rPr>
        <w:t>- Уставом муниципального образования «Новопершинский сельсовет» Дмитриевского района Курской области (принят решением Собрания депутатов Новопершинского сельсовета Дмитриевского района Курской области от 19 ноября 2010 года № 20).</w:t>
      </w:r>
    </w:p>
    <w:p w:rsidR="004F6699" w:rsidRPr="00342D65" w:rsidRDefault="004F6699" w:rsidP="00B7251A">
      <w:pPr>
        <w:pStyle w:val="1"/>
        <w:jc w:val="both"/>
        <w:rPr>
          <w:rStyle w:val="Strong"/>
          <w:rFonts w:ascii="Times New Roman" w:hAnsi="Times New Roman" w:cs="Times New Roman"/>
          <w:b w:val="0"/>
          <w:bCs w:val="0"/>
        </w:rPr>
      </w:pP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</w:rPr>
      </w:pP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</w:rPr>
      </w:pPr>
    </w:p>
    <w:p w:rsidR="004F6699" w:rsidRPr="00342D65" w:rsidRDefault="004F6699" w:rsidP="00B7251A">
      <w:pPr>
        <w:pStyle w:val="1"/>
        <w:jc w:val="both"/>
        <w:rPr>
          <w:rFonts w:ascii="Times New Roman" w:hAnsi="Times New Roman" w:cs="Times New Roman"/>
        </w:rPr>
      </w:pPr>
    </w:p>
    <w:p w:rsidR="004F6699" w:rsidRPr="00342D65" w:rsidRDefault="004F6699">
      <w:pPr>
        <w:rPr>
          <w:rFonts w:ascii="Times New Roman" w:hAnsi="Times New Roman" w:cs="Times New Roman"/>
        </w:rPr>
      </w:pPr>
    </w:p>
    <w:sectPr w:rsidR="004F6699" w:rsidRPr="00342D65" w:rsidSect="0088682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51A"/>
    <w:rsid w:val="000E6ED8"/>
    <w:rsid w:val="00161E5B"/>
    <w:rsid w:val="00177B79"/>
    <w:rsid w:val="002113EC"/>
    <w:rsid w:val="002B7ED2"/>
    <w:rsid w:val="00313ABA"/>
    <w:rsid w:val="00342D65"/>
    <w:rsid w:val="00422668"/>
    <w:rsid w:val="0045266C"/>
    <w:rsid w:val="00472F11"/>
    <w:rsid w:val="0049383D"/>
    <w:rsid w:val="004F6699"/>
    <w:rsid w:val="0056523E"/>
    <w:rsid w:val="006150D6"/>
    <w:rsid w:val="00675B71"/>
    <w:rsid w:val="006F768D"/>
    <w:rsid w:val="0073576B"/>
    <w:rsid w:val="0088682F"/>
    <w:rsid w:val="008B2451"/>
    <w:rsid w:val="00A3626C"/>
    <w:rsid w:val="00A97255"/>
    <w:rsid w:val="00B335C2"/>
    <w:rsid w:val="00B41982"/>
    <w:rsid w:val="00B7251A"/>
    <w:rsid w:val="00BA5410"/>
    <w:rsid w:val="00C214A6"/>
    <w:rsid w:val="00D24D70"/>
    <w:rsid w:val="00D5548E"/>
    <w:rsid w:val="00E07F18"/>
    <w:rsid w:val="00EA0CE6"/>
    <w:rsid w:val="00EB1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51A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24D70"/>
    <w:pPr>
      <w:spacing w:before="108" w:after="108" w:line="100" w:lineRule="atLeast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D24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1E5B"/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24D70"/>
    <w:rPr>
      <w:rFonts w:ascii="Arial" w:hAnsi="Arial" w:cs="Arial"/>
      <w:b/>
      <w:bCs/>
      <w:i/>
      <w:iCs/>
      <w:color w:val="00000A"/>
      <w:kern w:val="1"/>
      <w:sz w:val="28"/>
      <w:szCs w:val="28"/>
      <w:lang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161E5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161E5B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character" w:styleId="Strong">
    <w:name w:val="Strong"/>
    <w:basedOn w:val="DefaultParagraphFont"/>
    <w:uiPriority w:val="99"/>
    <w:qFormat/>
    <w:rsid w:val="00D24D70"/>
    <w:rPr>
      <w:b/>
      <w:bCs/>
    </w:rPr>
  </w:style>
  <w:style w:type="character" w:styleId="Emphasis">
    <w:name w:val="Emphasis"/>
    <w:basedOn w:val="DefaultParagraphFont"/>
    <w:uiPriority w:val="99"/>
    <w:qFormat/>
    <w:rsid w:val="00161E5B"/>
    <w:rPr>
      <w:i/>
      <w:iCs/>
    </w:rPr>
  </w:style>
  <w:style w:type="paragraph" w:styleId="NoSpacing">
    <w:name w:val="No Spacing"/>
    <w:link w:val="NoSpacingChar"/>
    <w:uiPriority w:val="99"/>
    <w:qFormat/>
    <w:rsid w:val="00D24D70"/>
    <w:pPr>
      <w:tabs>
        <w:tab w:val="left" w:pos="709"/>
      </w:tabs>
      <w:suppressAutoHyphens/>
    </w:pPr>
    <w:rPr>
      <w:rFonts w:ascii="Calibri" w:hAnsi="Calibri" w:cs="Calibri"/>
      <w:color w:val="00000A"/>
      <w:kern w:val="2"/>
      <w:lang w:eastAsia="zh-CN"/>
    </w:rPr>
  </w:style>
  <w:style w:type="character" w:customStyle="1" w:styleId="NoSpacingChar">
    <w:name w:val="No Spacing Char"/>
    <w:link w:val="NoSpacing"/>
    <w:uiPriority w:val="99"/>
    <w:locked/>
    <w:rsid w:val="00161E5B"/>
    <w:rPr>
      <w:rFonts w:ascii="Calibri" w:hAnsi="Calibri" w:cs="Calibri"/>
      <w:color w:val="00000A"/>
      <w:kern w:val="2"/>
      <w:sz w:val="22"/>
      <w:szCs w:val="22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D24D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paragraph" w:styleId="Caption">
    <w:name w:val="caption"/>
    <w:basedOn w:val="Normal"/>
    <w:uiPriority w:val="99"/>
    <w:qFormat/>
    <w:rsid w:val="00D24D7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">
    <w:name w:val="Стиль1"/>
    <w:basedOn w:val="NoSpacing"/>
    <w:uiPriority w:val="99"/>
    <w:rsid w:val="00B7251A"/>
    <w:pPr>
      <w:widowControl w:val="0"/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 w:val="0"/>
      <w:autoSpaceDN w:val="0"/>
      <w:adjustRightInd w:val="0"/>
      <w:ind w:firstLine="567"/>
      <w:jc w:val="center"/>
    </w:pPr>
    <w:rPr>
      <w:color w:val="auto"/>
      <w:kern w:val="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715</Words>
  <Characters>4077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а</cp:lastModifiedBy>
  <cp:revision>11</cp:revision>
  <dcterms:created xsi:type="dcterms:W3CDTF">2018-12-02T19:44:00Z</dcterms:created>
  <dcterms:modified xsi:type="dcterms:W3CDTF">2018-12-12T12:11:00Z</dcterms:modified>
</cp:coreProperties>
</file>